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DE3" w:rsidRDefault="00741DE3" w:rsidP="00EE5FEF">
      <w:pPr>
        <w:jc w:val="center"/>
        <w:rPr>
          <w:b/>
          <w:sz w:val="32"/>
          <w:szCs w:val="32"/>
          <w:u w:val="single"/>
        </w:rPr>
      </w:pPr>
      <w:r w:rsidRPr="00EE5FEF">
        <w:rPr>
          <w:b/>
          <w:sz w:val="32"/>
          <w:szCs w:val="32"/>
          <w:u w:val="single"/>
        </w:rPr>
        <w:t>PARTICIPANT’S INFORMATION</w:t>
      </w:r>
    </w:p>
    <w:p w:rsidR="00741DE3" w:rsidRDefault="00741DE3" w:rsidP="00EE5FEF">
      <w:pPr>
        <w:rPr>
          <w:sz w:val="32"/>
          <w:szCs w:val="32"/>
        </w:rPr>
      </w:pPr>
      <w:r>
        <w:rPr>
          <w:sz w:val="32"/>
          <w:szCs w:val="32"/>
        </w:rPr>
        <w:t>Name: Ken Schreiber</w:t>
      </w:r>
    </w:p>
    <w:p w:rsidR="00741DE3" w:rsidRDefault="00741DE3" w:rsidP="00EE5FEF">
      <w:pPr>
        <w:rPr>
          <w:sz w:val="32"/>
          <w:szCs w:val="32"/>
        </w:rPr>
      </w:pPr>
      <w:r>
        <w:rPr>
          <w:sz w:val="32"/>
          <w:szCs w:val="32"/>
        </w:rPr>
        <w:t xml:space="preserve">Home Address: </w:t>
      </w:r>
      <w:smartTag w:uri="urn:schemas-microsoft-com:office:smarttags" w:element="address">
        <w:smartTag w:uri="urn:schemas-microsoft-com:office:smarttags" w:element="Street">
          <w:r>
            <w:rPr>
              <w:sz w:val="32"/>
              <w:szCs w:val="32"/>
            </w:rPr>
            <w:t>5208 Ballard Circle</w:t>
          </w:r>
        </w:smartTag>
        <w:r>
          <w:rPr>
            <w:sz w:val="32"/>
            <w:szCs w:val="32"/>
          </w:rPr>
          <w:t xml:space="preserve">, </w:t>
        </w:r>
        <w:smartTag w:uri="urn:schemas-microsoft-com:office:smarttags" w:element="City">
          <w:r>
            <w:rPr>
              <w:sz w:val="32"/>
              <w:szCs w:val="32"/>
            </w:rPr>
            <w:t>Council Bluffs</w:t>
          </w:r>
        </w:smartTag>
        <w:r>
          <w:rPr>
            <w:sz w:val="32"/>
            <w:szCs w:val="32"/>
          </w:rPr>
          <w:t xml:space="preserve">, </w:t>
        </w:r>
        <w:smartTag w:uri="urn:schemas-microsoft-com:office:smarttags" w:element="State">
          <w:r>
            <w:rPr>
              <w:sz w:val="32"/>
              <w:szCs w:val="32"/>
            </w:rPr>
            <w:t>IA</w:t>
          </w:r>
        </w:smartTag>
        <w:r>
          <w:rPr>
            <w:sz w:val="32"/>
            <w:szCs w:val="32"/>
          </w:rPr>
          <w:t xml:space="preserve"> </w:t>
        </w:r>
        <w:smartTag w:uri="urn:schemas-microsoft-com:office:smarttags" w:element="PostalCode">
          <w:r>
            <w:rPr>
              <w:sz w:val="32"/>
              <w:szCs w:val="32"/>
            </w:rPr>
            <w:t>51503</w:t>
          </w:r>
        </w:smartTag>
      </w:smartTag>
    </w:p>
    <w:p w:rsidR="00741DE3" w:rsidRDefault="00741DE3" w:rsidP="00EE5FEF">
      <w:pPr>
        <w:rPr>
          <w:sz w:val="32"/>
          <w:szCs w:val="32"/>
        </w:rPr>
      </w:pPr>
      <w:r>
        <w:rPr>
          <w:sz w:val="32"/>
          <w:szCs w:val="32"/>
        </w:rPr>
        <w:t>Home Phone: 712-256-9166</w:t>
      </w:r>
    </w:p>
    <w:p w:rsidR="00741DE3" w:rsidRDefault="00741DE3" w:rsidP="00EE5FEF">
      <w:pPr>
        <w:rPr>
          <w:sz w:val="32"/>
          <w:szCs w:val="32"/>
        </w:rPr>
      </w:pPr>
      <w:r>
        <w:rPr>
          <w:sz w:val="32"/>
          <w:szCs w:val="32"/>
        </w:rPr>
        <w:t xml:space="preserve">School Address: </w:t>
      </w:r>
      <w:smartTag w:uri="urn:schemas-microsoft-com:office:smarttags" w:element="PostalCode">
        <w:smartTag w:uri="urn:schemas-microsoft-com:office:smarttags" w:element="Street">
          <w:r>
            <w:rPr>
              <w:sz w:val="32"/>
              <w:szCs w:val="32"/>
            </w:rPr>
            <w:t>400 Gleason Ave</w:t>
          </w:r>
        </w:smartTag>
        <w:r>
          <w:rPr>
            <w:sz w:val="32"/>
            <w:szCs w:val="32"/>
          </w:rPr>
          <w:t xml:space="preserve">, </w:t>
        </w:r>
        <w:smartTag w:uri="urn:schemas-microsoft-com:office:smarttags" w:element="PostalCode">
          <w:r>
            <w:rPr>
              <w:sz w:val="32"/>
              <w:szCs w:val="32"/>
            </w:rPr>
            <w:t>Council Bluffs</w:t>
          </w:r>
        </w:smartTag>
        <w:r>
          <w:rPr>
            <w:sz w:val="32"/>
            <w:szCs w:val="32"/>
          </w:rPr>
          <w:t xml:space="preserve">, </w:t>
        </w:r>
        <w:smartTag w:uri="urn:schemas-microsoft-com:office:smarttags" w:element="PostalCode">
          <w:r>
            <w:rPr>
              <w:sz w:val="32"/>
              <w:szCs w:val="32"/>
            </w:rPr>
            <w:t>IA</w:t>
          </w:r>
        </w:smartTag>
        <w:r>
          <w:rPr>
            <w:sz w:val="32"/>
            <w:szCs w:val="32"/>
          </w:rPr>
          <w:t xml:space="preserve"> </w:t>
        </w:r>
        <w:smartTag w:uri="urn:schemas-microsoft-com:office:smarttags" w:element="PostalCode">
          <w:r>
            <w:rPr>
              <w:sz w:val="32"/>
              <w:szCs w:val="32"/>
            </w:rPr>
            <w:t>51503</w:t>
          </w:r>
        </w:smartTag>
      </w:smartTag>
    </w:p>
    <w:p w:rsidR="00741DE3" w:rsidRDefault="00741DE3" w:rsidP="00EE5FEF">
      <w:pPr>
        <w:rPr>
          <w:sz w:val="32"/>
          <w:szCs w:val="32"/>
        </w:rPr>
      </w:pPr>
      <w:r>
        <w:rPr>
          <w:sz w:val="32"/>
          <w:szCs w:val="32"/>
        </w:rPr>
        <w:t>School Phone: 712-328-2316</w:t>
      </w:r>
    </w:p>
    <w:p w:rsidR="00741DE3" w:rsidRDefault="00741DE3" w:rsidP="00EE5FEF">
      <w:pPr>
        <w:rPr>
          <w:sz w:val="32"/>
          <w:szCs w:val="32"/>
        </w:rPr>
      </w:pPr>
      <w:r>
        <w:rPr>
          <w:sz w:val="32"/>
          <w:szCs w:val="32"/>
        </w:rPr>
        <w:t>School E-mail:schreiberk@saintalbertschools.org</w:t>
      </w:r>
    </w:p>
    <w:p w:rsidR="00741DE3" w:rsidRDefault="00741DE3" w:rsidP="00EE5FEF">
      <w:pPr>
        <w:rPr>
          <w:sz w:val="32"/>
          <w:szCs w:val="32"/>
        </w:rPr>
      </w:pPr>
      <w:r>
        <w:rPr>
          <w:sz w:val="32"/>
          <w:szCs w:val="32"/>
        </w:rPr>
        <w:t>Home E-mail:</w:t>
      </w:r>
    </w:p>
    <w:p w:rsidR="00741DE3" w:rsidRDefault="00741DE3" w:rsidP="00EE5FEF">
      <w:pPr>
        <w:rPr>
          <w:sz w:val="32"/>
          <w:szCs w:val="32"/>
        </w:rPr>
      </w:pPr>
      <w:r>
        <w:rPr>
          <w:sz w:val="32"/>
          <w:szCs w:val="32"/>
        </w:rPr>
        <w:t>Current Position: Assistant Principal/Activities Dirctor</w:t>
      </w:r>
    </w:p>
    <w:p w:rsidR="00741DE3" w:rsidRPr="00EE5FEF" w:rsidRDefault="00741DE3" w:rsidP="00EE5FEF">
      <w:pPr>
        <w:rPr>
          <w:sz w:val="32"/>
          <w:szCs w:val="32"/>
        </w:rPr>
      </w:pPr>
      <w:r>
        <w:rPr>
          <w:sz w:val="32"/>
          <w:szCs w:val="32"/>
        </w:rPr>
        <w:t>What do I hope to learn and gain from the course: How to evaluate teachers and coaches more effectiviely.</w:t>
      </w:r>
    </w:p>
    <w:sectPr w:rsidR="00741DE3" w:rsidRPr="00EE5FEF" w:rsidSect="00207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5FEF"/>
    <w:rsid w:val="0000219B"/>
    <w:rsid w:val="00003800"/>
    <w:rsid w:val="00004711"/>
    <w:rsid w:val="00004F3B"/>
    <w:rsid w:val="00006571"/>
    <w:rsid w:val="00007193"/>
    <w:rsid w:val="000076F0"/>
    <w:rsid w:val="0000786F"/>
    <w:rsid w:val="00010CF3"/>
    <w:rsid w:val="00011075"/>
    <w:rsid w:val="000118E2"/>
    <w:rsid w:val="000128FF"/>
    <w:rsid w:val="0001470D"/>
    <w:rsid w:val="00014E23"/>
    <w:rsid w:val="0001532D"/>
    <w:rsid w:val="000154AE"/>
    <w:rsid w:val="000162B1"/>
    <w:rsid w:val="000175BF"/>
    <w:rsid w:val="00020935"/>
    <w:rsid w:val="00020D21"/>
    <w:rsid w:val="00021437"/>
    <w:rsid w:val="00022F78"/>
    <w:rsid w:val="00023620"/>
    <w:rsid w:val="00023641"/>
    <w:rsid w:val="00023701"/>
    <w:rsid w:val="00023749"/>
    <w:rsid w:val="00023947"/>
    <w:rsid w:val="00024073"/>
    <w:rsid w:val="0002481A"/>
    <w:rsid w:val="00024FEF"/>
    <w:rsid w:val="000252FF"/>
    <w:rsid w:val="000256C7"/>
    <w:rsid w:val="00025C7C"/>
    <w:rsid w:val="00027074"/>
    <w:rsid w:val="00027486"/>
    <w:rsid w:val="00027743"/>
    <w:rsid w:val="0003083C"/>
    <w:rsid w:val="000308CF"/>
    <w:rsid w:val="00030D1D"/>
    <w:rsid w:val="00030D9E"/>
    <w:rsid w:val="00031EB8"/>
    <w:rsid w:val="00031F7B"/>
    <w:rsid w:val="00031FC5"/>
    <w:rsid w:val="00032A39"/>
    <w:rsid w:val="00033504"/>
    <w:rsid w:val="000339AD"/>
    <w:rsid w:val="0003486C"/>
    <w:rsid w:val="00034BA1"/>
    <w:rsid w:val="000352E5"/>
    <w:rsid w:val="00036B55"/>
    <w:rsid w:val="00037443"/>
    <w:rsid w:val="00037F17"/>
    <w:rsid w:val="0004173E"/>
    <w:rsid w:val="00041A09"/>
    <w:rsid w:val="00041BB8"/>
    <w:rsid w:val="00041FCC"/>
    <w:rsid w:val="00042391"/>
    <w:rsid w:val="000428D9"/>
    <w:rsid w:val="00043096"/>
    <w:rsid w:val="00043319"/>
    <w:rsid w:val="0004392D"/>
    <w:rsid w:val="00043996"/>
    <w:rsid w:val="00043C15"/>
    <w:rsid w:val="00044024"/>
    <w:rsid w:val="000446EC"/>
    <w:rsid w:val="00045350"/>
    <w:rsid w:val="000455B4"/>
    <w:rsid w:val="00045A5D"/>
    <w:rsid w:val="00045BE0"/>
    <w:rsid w:val="00045CFB"/>
    <w:rsid w:val="00045D1A"/>
    <w:rsid w:val="00050DCB"/>
    <w:rsid w:val="0005123B"/>
    <w:rsid w:val="00051C16"/>
    <w:rsid w:val="00051DB8"/>
    <w:rsid w:val="000520BC"/>
    <w:rsid w:val="0005445D"/>
    <w:rsid w:val="000555E6"/>
    <w:rsid w:val="0005637F"/>
    <w:rsid w:val="0005754D"/>
    <w:rsid w:val="000578F1"/>
    <w:rsid w:val="00060923"/>
    <w:rsid w:val="000613C0"/>
    <w:rsid w:val="00061BED"/>
    <w:rsid w:val="00061BF0"/>
    <w:rsid w:val="000622DF"/>
    <w:rsid w:val="00062F72"/>
    <w:rsid w:val="00063073"/>
    <w:rsid w:val="000631FA"/>
    <w:rsid w:val="00063595"/>
    <w:rsid w:val="0006390F"/>
    <w:rsid w:val="00065162"/>
    <w:rsid w:val="000652DB"/>
    <w:rsid w:val="00065633"/>
    <w:rsid w:val="000658C2"/>
    <w:rsid w:val="00065FEB"/>
    <w:rsid w:val="000663DC"/>
    <w:rsid w:val="0006641B"/>
    <w:rsid w:val="00066F59"/>
    <w:rsid w:val="00067431"/>
    <w:rsid w:val="00067A92"/>
    <w:rsid w:val="00070448"/>
    <w:rsid w:val="0007249B"/>
    <w:rsid w:val="0007291D"/>
    <w:rsid w:val="00073163"/>
    <w:rsid w:val="000738FC"/>
    <w:rsid w:val="000743B6"/>
    <w:rsid w:val="00075487"/>
    <w:rsid w:val="000761E0"/>
    <w:rsid w:val="000768EF"/>
    <w:rsid w:val="00076D27"/>
    <w:rsid w:val="00076FC6"/>
    <w:rsid w:val="0007775B"/>
    <w:rsid w:val="00080DE5"/>
    <w:rsid w:val="0008161C"/>
    <w:rsid w:val="0008171E"/>
    <w:rsid w:val="00081763"/>
    <w:rsid w:val="00081BEB"/>
    <w:rsid w:val="00083408"/>
    <w:rsid w:val="00083EE5"/>
    <w:rsid w:val="00086C28"/>
    <w:rsid w:val="00087C36"/>
    <w:rsid w:val="00090680"/>
    <w:rsid w:val="000907DB"/>
    <w:rsid w:val="00091062"/>
    <w:rsid w:val="000919C3"/>
    <w:rsid w:val="00091EEE"/>
    <w:rsid w:val="0009201C"/>
    <w:rsid w:val="0009277E"/>
    <w:rsid w:val="0009366F"/>
    <w:rsid w:val="000940A9"/>
    <w:rsid w:val="00094617"/>
    <w:rsid w:val="00094B42"/>
    <w:rsid w:val="00095A10"/>
    <w:rsid w:val="00096338"/>
    <w:rsid w:val="0009635A"/>
    <w:rsid w:val="0009728B"/>
    <w:rsid w:val="00097CBF"/>
    <w:rsid w:val="00097E7D"/>
    <w:rsid w:val="000A0050"/>
    <w:rsid w:val="000A05B4"/>
    <w:rsid w:val="000A0B2A"/>
    <w:rsid w:val="000A0F65"/>
    <w:rsid w:val="000A0FB2"/>
    <w:rsid w:val="000A1409"/>
    <w:rsid w:val="000A1A3A"/>
    <w:rsid w:val="000A1E4E"/>
    <w:rsid w:val="000A1EDD"/>
    <w:rsid w:val="000A2108"/>
    <w:rsid w:val="000A2621"/>
    <w:rsid w:val="000A3081"/>
    <w:rsid w:val="000A3173"/>
    <w:rsid w:val="000A3198"/>
    <w:rsid w:val="000A4617"/>
    <w:rsid w:val="000A6402"/>
    <w:rsid w:val="000A6911"/>
    <w:rsid w:val="000A6CAB"/>
    <w:rsid w:val="000A6E61"/>
    <w:rsid w:val="000A744E"/>
    <w:rsid w:val="000A7BD1"/>
    <w:rsid w:val="000B0879"/>
    <w:rsid w:val="000B0A0D"/>
    <w:rsid w:val="000B156F"/>
    <w:rsid w:val="000B1648"/>
    <w:rsid w:val="000B16B5"/>
    <w:rsid w:val="000B1F6A"/>
    <w:rsid w:val="000B2A36"/>
    <w:rsid w:val="000B4D4F"/>
    <w:rsid w:val="000B5126"/>
    <w:rsid w:val="000B5C8C"/>
    <w:rsid w:val="000B6349"/>
    <w:rsid w:val="000B678E"/>
    <w:rsid w:val="000B7620"/>
    <w:rsid w:val="000B7FCE"/>
    <w:rsid w:val="000C0C67"/>
    <w:rsid w:val="000C0F62"/>
    <w:rsid w:val="000C1005"/>
    <w:rsid w:val="000C21CB"/>
    <w:rsid w:val="000C2ACA"/>
    <w:rsid w:val="000C3420"/>
    <w:rsid w:val="000C3CAC"/>
    <w:rsid w:val="000C3E04"/>
    <w:rsid w:val="000C3FEF"/>
    <w:rsid w:val="000C53BB"/>
    <w:rsid w:val="000C5482"/>
    <w:rsid w:val="000C5525"/>
    <w:rsid w:val="000C664D"/>
    <w:rsid w:val="000C68E4"/>
    <w:rsid w:val="000D05D9"/>
    <w:rsid w:val="000D0AF7"/>
    <w:rsid w:val="000D0D7A"/>
    <w:rsid w:val="000D1307"/>
    <w:rsid w:val="000D1E3D"/>
    <w:rsid w:val="000D2101"/>
    <w:rsid w:val="000D41DD"/>
    <w:rsid w:val="000D4A2A"/>
    <w:rsid w:val="000D4D6A"/>
    <w:rsid w:val="000D5411"/>
    <w:rsid w:val="000D5D01"/>
    <w:rsid w:val="000D5E0D"/>
    <w:rsid w:val="000D63D0"/>
    <w:rsid w:val="000D6D8A"/>
    <w:rsid w:val="000D7ADC"/>
    <w:rsid w:val="000E027E"/>
    <w:rsid w:val="000E0721"/>
    <w:rsid w:val="000E075F"/>
    <w:rsid w:val="000E1A5D"/>
    <w:rsid w:val="000E1C56"/>
    <w:rsid w:val="000E295C"/>
    <w:rsid w:val="000E2F3C"/>
    <w:rsid w:val="000E3306"/>
    <w:rsid w:val="000E3E3B"/>
    <w:rsid w:val="000E3F26"/>
    <w:rsid w:val="000E423E"/>
    <w:rsid w:val="000E4668"/>
    <w:rsid w:val="000E55C3"/>
    <w:rsid w:val="000E5652"/>
    <w:rsid w:val="000E5AA0"/>
    <w:rsid w:val="000E5DE5"/>
    <w:rsid w:val="000E6E28"/>
    <w:rsid w:val="000F10AB"/>
    <w:rsid w:val="000F1736"/>
    <w:rsid w:val="000F195F"/>
    <w:rsid w:val="000F1A07"/>
    <w:rsid w:val="000F1F09"/>
    <w:rsid w:val="000F2D52"/>
    <w:rsid w:val="000F30EA"/>
    <w:rsid w:val="000F393B"/>
    <w:rsid w:val="000F3A04"/>
    <w:rsid w:val="000F4172"/>
    <w:rsid w:val="000F4C37"/>
    <w:rsid w:val="000F511D"/>
    <w:rsid w:val="000F5299"/>
    <w:rsid w:val="000F6D75"/>
    <w:rsid w:val="000F740C"/>
    <w:rsid w:val="000F7F3F"/>
    <w:rsid w:val="001004A1"/>
    <w:rsid w:val="001008A3"/>
    <w:rsid w:val="00102571"/>
    <w:rsid w:val="00103340"/>
    <w:rsid w:val="00103442"/>
    <w:rsid w:val="0010437C"/>
    <w:rsid w:val="001046F6"/>
    <w:rsid w:val="00104DBF"/>
    <w:rsid w:val="001056BF"/>
    <w:rsid w:val="00105773"/>
    <w:rsid w:val="00106335"/>
    <w:rsid w:val="00106BA7"/>
    <w:rsid w:val="00107A5B"/>
    <w:rsid w:val="00107D22"/>
    <w:rsid w:val="00111FBD"/>
    <w:rsid w:val="00112462"/>
    <w:rsid w:val="00112489"/>
    <w:rsid w:val="00112ECD"/>
    <w:rsid w:val="0011303F"/>
    <w:rsid w:val="00113C2C"/>
    <w:rsid w:val="00114C1E"/>
    <w:rsid w:val="00115789"/>
    <w:rsid w:val="00115B53"/>
    <w:rsid w:val="00115BB6"/>
    <w:rsid w:val="00116004"/>
    <w:rsid w:val="00116442"/>
    <w:rsid w:val="00116D56"/>
    <w:rsid w:val="00116F5E"/>
    <w:rsid w:val="00117524"/>
    <w:rsid w:val="001175B9"/>
    <w:rsid w:val="00117877"/>
    <w:rsid w:val="00117FA0"/>
    <w:rsid w:val="0012006E"/>
    <w:rsid w:val="001209F9"/>
    <w:rsid w:val="00121435"/>
    <w:rsid w:val="00121651"/>
    <w:rsid w:val="0012177F"/>
    <w:rsid w:val="00121C60"/>
    <w:rsid w:val="00121E2C"/>
    <w:rsid w:val="00123980"/>
    <w:rsid w:val="00123D33"/>
    <w:rsid w:val="0012528D"/>
    <w:rsid w:val="00125C0C"/>
    <w:rsid w:val="00125D0A"/>
    <w:rsid w:val="00126316"/>
    <w:rsid w:val="00126A5B"/>
    <w:rsid w:val="00127F35"/>
    <w:rsid w:val="00130389"/>
    <w:rsid w:val="00130838"/>
    <w:rsid w:val="0013120C"/>
    <w:rsid w:val="00131833"/>
    <w:rsid w:val="001319D1"/>
    <w:rsid w:val="001324E7"/>
    <w:rsid w:val="00134582"/>
    <w:rsid w:val="00134F85"/>
    <w:rsid w:val="00134FDB"/>
    <w:rsid w:val="00136251"/>
    <w:rsid w:val="00136CAA"/>
    <w:rsid w:val="00142454"/>
    <w:rsid w:val="00143355"/>
    <w:rsid w:val="0014368A"/>
    <w:rsid w:val="00143F35"/>
    <w:rsid w:val="001442F8"/>
    <w:rsid w:val="001462C3"/>
    <w:rsid w:val="001476E0"/>
    <w:rsid w:val="00147D10"/>
    <w:rsid w:val="00151D78"/>
    <w:rsid w:val="00151FC4"/>
    <w:rsid w:val="001523F1"/>
    <w:rsid w:val="00153367"/>
    <w:rsid w:val="00155F19"/>
    <w:rsid w:val="00157510"/>
    <w:rsid w:val="00157966"/>
    <w:rsid w:val="00160251"/>
    <w:rsid w:val="0016033D"/>
    <w:rsid w:val="00160AC6"/>
    <w:rsid w:val="00160E9B"/>
    <w:rsid w:val="001626F3"/>
    <w:rsid w:val="00164C93"/>
    <w:rsid w:val="0016597D"/>
    <w:rsid w:val="001669B2"/>
    <w:rsid w:val="00166AF2"/>
    <w:rsid w:val="00166D9C"/>
    <w:rsid w:val="00167A53"/>
    <w:rsid w:val="00167DC0"/>
    <w:rsid w:val="00167E60"/>
    <w:rsid w:val="00167E98"/>
    <w:rsid w:val="001707B6"/>
    <w:rsid w:val="00170B5C"/>
    <w:rsid w:val="00171E9D"/>
    <w:rsid w:val="00173160"/>
    <w:rsid w:val="001735DB"/>
    <w:rsid w:val="001738F3"/>
    <w:rsid w:val="00174EC5"/>
    <w:rsid w:val="00174F7E"/>
    <w:rsid w:val="00175FA4"/>
    <w:rsid w:val="0017609A"/>
    <w:rsid w:val="00176A21"/>
    <w:rsid w:val="00177003"/>
    <w:rsid w:val="00180072"/>
    <w:rsid w:val="00180948"/>
    <w:rsid w:val="001812C6"/>
    <w:rsid w:val="001814E8"/>
    <w:rsid w:val="00181503"/>
    <w:rsid w:val="0018172B"/>
    <w:rsid w:val="001817A4"/>
    <w:rsid w:val="00181FD6"/>
    <w:rsid w:val="00182447"/>
    <w:rsid w:val="00182A5B"/>
    <w:rsid w:val="001830B4"/>
    <w:rsid w:val="00183925"/>
    <w:rsid w:val="00184BDF"/>
    <w:rsid w:val="00184C23"/>
    <w:rsid w:val="00185135"/>
    <w:rsid w:val="001853BB"/>
    <w:rsid w:val="00185492"/>
    <w:rsid w:val="00185720"/>
    <w:rsid w:val="00185D49"/>
    <w:rsid w:val="00187CC6"/>
    <w:rsid w:val="00187E82"/>
    <w:rsid w:val="00187E9B"/>
    <w:rsid w:val="0019037F"/>
    <w:rsid w:val="00190C41"/>
    <w:rsid w:val="00190CF6"/>
    <w:rsid w:val="00190D4B"/>
    <w:rsid w:val="00191508"/>
    <w:rsid w:val="0019187A"/>
    <w:rsid w:val="00192E6E"/>
    <w:rsid w:val="001932A3"/>
    <w:rsid w:val="00194665"/>
    <w:rsid w:val="001946FD"/>
    <w:rsid w:val="00194E05"/>
    <w:rsid w:val="001959BF"/>
    <w:rsid w:val="001961C0"/>
    <w:rsid w:val="00196648"/>
    <w:rsid w:val="0019672D"/>
    <w:rsid w:val="00196998"/>
    <w:rsid w:val="0019763F"/>
    <w:rsid w:val="00197E9D"/>
    <w:rsid w:val="001A1037"/>
    <w:rsid w:val="001A1175"/>
    <w:rsid w:val="001A141C"/>
    <w:rsid w:val="001A2EBC"/>
    <w:rsid w:val="001A2F4E"/>
    <w:rsid w:val="001A4C15"/>
    <w:rsid w:val="001A684A"/>
    <w:rsid w:val="001A7376"/>
    <w:rsid w:val="001A7B6F"/>
    <w:rsid w:val="001A7E0D"/>
    <w:rsid w:val="001B0DE3"/>
    <w:rsid w:val="001B2409"/>
    <w:rsid w:val="001B2616"/>
    <w:rsid w:val="001B4470"/>
    <w:rsid w:val="001B4A91"/>
    <w:rsid w:val="001B4CC0"/>
    <w:rsid w:val="001B63AB"/>
    <w:rsid w:val="001B6732"/>
    <w:rsid w:val="001B77C4"/>
    <w:rsid w:val="001B7FA1"/>
    <w:rsid w:val="001C0008"/>
    <w:rsid w:val="001C0217"/>
    <w:rsid w:val="001C036E"/>
    <w:rsid w:val="001C0455"/>
    <w:rsid w:val="001C04AA"/>
    <w:rsid w:val="001C12EF"/>
    <w:rsid w:val="001C13CA"/>
    <w:rsid w:val="001C1477"/>
    <w:rsid w:val="001C19DD"/>
    <w:rsid w:val="001C350E"/>
    <w:rsid w:val="001C35B4"/>
    <w:rsid w:val="001C370B"/>
    <w:rsid w:val="001C3925"/>
    <w:rsid w:val="001C430E"/>
    <w:rsid w:val="001C4AF3"/>
    <w:rsid w:val="001C4F5C"/>
    <w:rsid w:val="001C5F7E"/>
    <w:rsid w:val="001C6920"/>
    <w:rsid w:val="001C6DCF"/>
    <w:rsid w:val="001C7C5A"/>
    <w:rsid w:val="001D11D7"/>
    <w:rsid w:val="001D1594"/>
    <w:rsid w:val="001D1909"/>
    <w:rsid w:val="001D30DB"/>
    <w:rsid w:val="001D39D9"/>
    <w:rsid w:val="001D4EB6"/>
    <w:rsid w:val="001D4F63"/>
    <w:rsid w:val="001D543C"/>
    <w:rsid w:val="001D5C11"/>
    <w:rsid w:val="001D6511"/>
    <w:rsid w:val="001D684D"/>
    <w:rsid w:val="001D6FF9"/>
    <w:rsid w:val="001D741E"/>
    <w:rsid w:val="001D7C89"/>
    <w:rsid w:val="001E068B"/>
    <w:rsid w:val="001E1551"/>
    <w:rsid w:val="001E17CF"/>
    <w:rsid w:val="001E2518"/>
    <w:rsid w:val="001E25BA"/>
    <w:rsid w:val="001E2672"/>
    <w:rsid w:val="001E26C7"/>
    <w:rsid w:val="001E2745"/>
    <w:rsid w:val="001E2AAC"/>
    <w:rsid w:val="001E2EDE"/>
    <w:rsid w:val="001E2F9E"/>
    <w:rsid w:val="001E36FC"/>
    <w:rsid w:val="001E42E2"/>
    <w:rsid w:val="001E5B91"/>
    <w:rsid w:val="001E6027"/>
    <w:rsid w:val="001E73AC"/>
    <w:rsid w:val="001E7C97"/>
    <w:rsid w:val="001E7CF3"/>
    <w:rsid w:val="001E7D19"/>
    <w:rsid w:val="001F021B"/>
    <w:rsid w:val="001F0DFF"/>
    <w:rsid w:val="001F188C"/>
    <w:rsid w:val="001F1C18"/>
    <w:rsid w:val="001F339F"/>
    <w:rsid w:val="001F4C64"/>
    <w:rsid w:val="001F5424"/>
    <w:rsid w:val="001F6133"/>
    <w:rsid w:val="001F6710"/>
    <w:rsid w:val="001F7259"/>
    <w:rsid w:val="001F75DE"/>
    <w:rsid w:val="0020038D"/>
    <w:rsid w:val="002027A9"/>
    <w:rsid w:val="0020334C"/>
    <w:rsid w:val="0020404B"/>
    <w:rsid w:val="002047E3"/>
    <w:rsid w:val="00204F11"/>
    <w:rsid w:val="002052E5"/>
    <w:rsid w:val="00205FE7"/>
    <w:rsid w:val="00205FEC"/>
    <w:rsid w:val="0020604D"/>
    <w:rsid w:val="00207B91"/>
    <w:rsid w:val="00207FF6"/>
    <w:rsid w:val="002102DE"/>
    <w:rsid w:val="00210ADE"/>
    <w:rsid w:val="002111BC"/>
    <w:rsid w:val="00211828"/>
    <w:rsid w:val="00211E0E"/>
    <w:rsid w:val="002125C1"/>
    <w:rsid w:val="0021262A"/>
    <w:rsid w:val="00212729"/>
    <w:rsid w:val="00212FF8"/>
    <w:rsid w:val="002140B6"/>
    <w:rsid w:val="002147EA"/>
    <w:rsid w:val="00214AB5"/>
    <w:rsid w:val="0021509E"/>
    <w:rsid w:val="00216029"/>
    <w:rsid w:val="00216FAE"/>
    <w:rsid w:val="002202E8"/>
    <w:rsid w:val="002217B3"/>
    <w:rsid w:val="002228D6"/>
    <w:rsid w:val="00222BEF"/>
    <w:rsid w:val="00222EA8"/>
    <w:rsid w:val="00223AF5"/>
    <w:rsid w:val="00225EED"/>
    <w:rsid w:val="002270E3"/>
    <w:rsid w:val="00227672"/>
    <w:rsid w:val="00227EA9"/>
    <w:rsid w:val="0023150D"/>
    <w:rsid w:val="00231845"/>
    <w:rsid w:val="00231D36"/>
    <w:rsid w:val="002320D5"/>
    <w:rsid w:val="002337EC"/>
    <w:rsid w:val="002339BA"/>
    <w:rsid w:val="00233AEE"/>
    <w:rsid w:val="00233EA7"/>
    <w:rsid w:val="00234B19"/>
    <w:rsid w:val="00234CF1"/>
    <w:rsid w:val="002351C7"/>
    <w:rsid w:val="00235851"/>
    <w:rsid w:val="002358B5"/>
    <w:rsid w:val="00235E0B"/>
    <w:rsid w:val="002402E7"/>
    <w:rsid w:val="00240775"/>
    <w:rsid w:val="00240A34"/>
    <w:rsid w:val="00240D7C"/>
    <w:rsid w:val="002413B1"/>
    <w:rsid w:val="00241F9B"/>
    <w:rsid w:val="002428D7"/>
    <w:rsid w:val="00242AB7"/>
    <w:rsid w:val="00242B0B"/>
    <w:rsid w:val="002435CD"/>
    <w:rsid w:val="002436C0"/>
    <w:rsid w:val="00243ADC"/>
    <w:rsid w:val="00244113"/>
    <w:rsid w:val="00244428"/>
    <w:rsid w:val="002446F9"/>
    <w:rsid w:val="002447C3"/>
    <w:rsid w:val="00244BFD"/>
    <w:rsid w:val="00246D41"/>
    <w:rsid w:val="00250A41"/>
    <w:rsid w:val="00251CBB"/>
    <w:rsid w:val="00252A71"/>
    <w:rsid w:val="0025373C"/>
    <w:rsid w:val="00254265"/>
    <w:rsid w:val="00254C52"/>
    <w:rsid w:val="00254E79"/>
    <w:rsid w:val="00257AD1"/>
    <w:rsid w:val="00260C58"/>
    <w:rsid w:val="002612EC"/>
    <w:rsid w:val="00261DAC"/>
    <w:rsid w:val="00261F7D"/>
    <w:rsid w:val="00262000"/>
    <w:rsid w:val="002641F8"/>
    <w:rsid w:val="00265306"/>
    <w:rsid w:val="00265661"/>
    <w:rsid w:val="00265BC3"/>
    <w:rsid w:val="00266A30"/>
    <w:rsid w:val="00266C9A"/>
    <w:rsid w:val="00266F85"/>
    <w:rsid w:val="00267613"/>
    <w:rsid w:val="00267B82"/>
    <w:rsid w:val="00270434"/>
    <w:rsid w:val="00270ECE"/>
    <w:rsid w:val="00271358"/>
    <w:rsid w:val="00272267"/>
    <w:rsid w:val="002725E8"/>
    <w:rsid w:val="00273103"/>
    <w:rsid w:val="00273D24"/>
    <w:rsid w:val="00275181"/>
    <w:rsid w:val="002755A7"/>
    <w:rsid w:val="00275975"/>
    <w:rsid w:val="00276A54"/>
    <w:rsid w:val="00276F76"/>
    <w:rsid w:val="002774AE"/>
    <w:rsid w:val="00277F63"/>
    <w:rsid w:val="00280905"/>
    <w:rsid w:val="00280DFC"/>
    <w:rsid w:val="00280E58"/>
    <w:rsid w:val="00281523"/>
    <w:rsid w:val="00281704"/>
    <w:rsid w:val="00281D93"/>
    <w:rsid w:val="00281FDD"/>
    <w:rsid w:val="002821E9"/>
    <w:rsid w:val="00282348"/>
    <w:rsid w:val="002831E8"/>
    <w:rsid w:val="00283BF1"/>
    <w:rsid w:val="002841B4"/>
    <w:rsid w:val="002842EB"/>
    <w:rsid w:val="00285315"/>
    <w:rsid w:val="0028589E"/>
    <w:rsid w:val="002858A3"/>
    <w:rsid w:val="0028597C"/>
    <w:rsid w:val="0028642B"/>
    <w:rsid w:val="00287260"/>
    <w:rsid w:val="00287750"/>
    <w:rsid w:val="002903D2"/>
    <w:rsid w:val="00290C4F"/>
    <w:rsid w:val="002930B0"/>
    <w:rsid w:val="00293681"/>
    <w:rsid w:val="0029457B"/>
    <w:rsid w:val="00296BDF"/>
    <w:rsid w:val="0029712F"/>
    <w:rsid w:val="002A09A4"/>
    <w:rsid w:val="002A2005"/>
    <w:rsid w:val="002A22BD"/>
    <w:rsid w:val="002A4724"/>
    <w:rsid w:val="002A4AF9"/>
    <w:rsid w:val="002A508A"/>
    <w:rsid w:val="002A62C4"/>
    <w:rsid w:val="002A6A8A"/>
    <w:rsid w:val="002A70E8"/>
    <w:rsid w:val="002A772C"/>
    <w:rsid w:val="002B0B48"/>
    <w:rsid w:val="002B0BAF"/>
    <w:rsid w:val="002B0EFD"/>
    <w:rsid w:val="002B1226"/>
    <w:rsid w:val="002B16B9"/>
    <w:rsid w:val="002B1884"/>
    <w:rsid w:val="002B1F8D"/>
    <w:rsid w:val="002B272B"/>
    <w:rsid w:val="002B2CDA"/>
    <w:rsid w:val="002B379B"/>
    <w:rsid w:val="002B42BF"/>
    <w:rsid w:val="002B457F"/>
    <w:rsid w:val="002B47DA"/>
    <w:rsid w:val="002B594A"/>
    <w:rsid w:val="002B5A40"/>
    <w:rsid w:val="002B721A"/>
    <w:rsid w:val="002B7C15"/>
    <w:rsid w:val="002B7ED3"/>
    <w:rsid w:val="002C08F2"/>
    <w:rsid w:val="002C0E9D"/>
    <w:rsid w:val="002C18D2"/>
    <w:rsid w:val="002C1D5F"/>
    <w:rsid w:val="002C214E"/>
    <w:rsid w:val="002C27B0"/>
    <w:rsid w:val="002C31C7"/>
    <w:rsid w:val="002C3874"/>
    <w:rsid w:val="002C4933"/>
    <w:rsid w:val="002C4DA5"/>
    <w:rsid w:val="002C4DBB"/>
    <w:rsid w:val="002C4E52"/>
    <w:rsid w:val="002C56FB"/>
    <w:rsid w:val="002C6CCC"/>
    <w:rsid w:val="002C6FDA"/>
    <w:rsid w:val="002C77B3"/>
    <w:rsid w:val="002C7DC1"/>
    <w:rsid w:val="002D0BD8"/>
    <w:rsid w:val="002D1426"/>
    <w:rsid w:val="002D1846"/>
    <w:rsid w:val="002D18D4"/>
    <w:rsid w:val="002D1F98"/>
    <w:rsid w:val="002D37D2"/>
    <w:rsid w:val="002D4731"/>
    <w:rsid w:val="002D568D"/>
    <w:rsid w:val="002D6040"/>
    <w:rsid w:val="002D640D"/>
    <w:rsid w:val="002D671E"/>
    <w:rsid w:val="002D6BDA"/>
    <w:rsid w:val="002D710E"/>
    <w:rsid w:val="002E0C84"/>
    <w:rsid w:val="002E0F14"/>
    <w:rsid w:val="002E217F"/>
    <w:rsid w:val="002E2322"/>
    <w:rsid w:val="002E287F"/>
    <w:rsid w:val="002E2ABC"/>
    <w:rsid w:val="002E2C14"/>
    <w:rsid w:val="002E3053"/>
    <w:rsid w:val="002E3591"/>
    <w:rsid w:val="002E3AB5"/>
    <w:rsid w:val="002E4489"/>
    <w:rsid w:val="002E50C7"/>
    <w:rsid w:val="002E5AE3"/>
    <w:rsid w:val="002E621B"/>
    <w:rsid w:val="002E7810"/>
    <w:rsid w:val="002E7A36"/>
    <w:rsid w:val="002F0237"/>
    <w:rsid w:val="002F0DC9"/>
    <w:rsid w:val="002F1A33"/>
    <w:rsid w:val="002F221E"/>
    <w:rsid w:val="002F2804"/>
    <w:rsid w:val="002F283A"/>
    <w:rsid w:val="002F2A86"/>
    <w:rsid w:val="002F3E31"/>
    <w:rsid w:val="002F41C3"/>
    <w:rsid w:val="002F59AC"/>
    <w:rsid w:val="002F752A"/>
    <w:rsid w:val="002F7720"/>
    <w:rsid w:val="00300107"/>
    <w:rsid w:val="00300152"/>
    <w:rsid w:val="0030029E"/>
    <w:rsid w:val="003005EC"/>
    <w:rsid w:val="00300A2B"/>
    <w:rsid w:val="00301535"/>
    <w:rsid w:val="00301C34"/>
    <w:rsid w:val="00302087"/>
    <w:rsid w:val="00302C33"/>
    <w:rsid w:val="00302D0B"/>
    <w:rsid w:val="00303C5D"/>
    <w:rsid w:val="003042E4"/>
    <w:rsid w:val="0030477B"/>
    <w:rsid w:val="003059F3"/>
    <w:rsid w:val="00305DCC"/>
    <w:rsid w:val="00306129"/>
    <w:rsid w:val="003064DF"/>
    <w:rsid w:val="003065F1"/>
    <w:rsid w:val="00306AE9"/>
    <w:rsid w:val="00306E6E"/>
    <w:rsid w:val="00307E1D"/>
    <w:rsid w:val="003118F4"/>
    <w:rsid w:val="00312641"/>
    <w:rsid w:val="00312AB7"/>
    <w:rsid w:val="00312BCC"/>
    <w:rsid w:val="003132C8"/>
    <w:rsid w:val="00314F52"/>
    <w:rsid w:val="003158A5"/>
    <w:rsid w:val="00315B9D"/>
    <w:rsid w:val="00315E51"/>
    <w:rsid w:val="00316271"/>
    <w:rsid w:val="00316E8E"/>
    <w:rsid w:val="00320035"/>
    <w:rsid w:val="00321DBA"/>
    <w:rsid w:val="00322A15"/>
    <w:rsid w:val="00322F9B"/>
    <w:rsid w:val="003231E8"/>
    <w:rsid w:val="003238AA"/>
    <w:rsid w:val="00323A54"/>
    <w:rsid w:val="003242AD"/>
    <w:rsid w:val="003252EA"/>
    <w:rsid w:val="003266E0"/>
    <w:rsid w:val="003267DE"/>
    <w:rsid w:val="00327232"/>
    <w:rsid w:val="003275B7"/>
    <w:rsid w:val="00327C9B"/>
    <w:rsid w:val="00327CC1"/>
    <w:rsid w:val="00330369"/>
    <w:rsid w:val="003305A5"/>
    <w:rsid w:val="00330A6E"/>
    <w:rsid w:val="003312C7"/>
    <w:rsid w:val="00332983"/>
    <w:rsid w:val="00332B9C"/>
    <w:rsid w:val="003345AA"/>
    <w:rsid w:val="00336020"/>
    <w:rsid w:val="003371EC"/>
    <w:rsid w:val="0034061C"/>
    <w:rsid w:val="00340B82"/>
    <w:rsid w:val="003412C2"/>
    <w:rsid w:val="00343229"/>
    <w:rsid w:val="00344148"/>
    <w:rsid w:val="0034452D"/>
    <w:rsid w:val="00344682"/>
    <w:rsid w:val="00344DAA"/>
    <w:rsid w:val="00344E1B"/>
    <w:rsid w:val="00345226"/>
    <w:rsid w:val="0034562F"/>
    <w:rsid w:val="00345A80"/>
    <w:rsid w:val="00345CC4"/>
    <w:rsid w:val="00345FA9"/>
    <w:rsid w:val="003473E3"/>
    <w:rsid w:val="00347F2E"/>
    <w:rsid w:val="00350233"/>
    <w:rsid w:val="00350CAB"/>
    <w:rsid w:val="00350CC6"/>
    <w:rsid w:val="0035141D"/>
    <w:rsid w:val="0035145C"/>
    <w:rsid w:val="00351B65"/>
    <w:rsid w:val="00352209"/>
    <w:rsid w:val="0035291B"/>
    <w:rsid w:val="00352CC1"/>
    <w:rsid w:val="00352D2E"/>
    <w:rsid w:val="00354941"/>
    <w:rsid w:val="00354A45"/>
    <w:rsid w:val="00355441"/>
    <w:rsid w:val="003557F6"/>
    <w:rsid w:val="00355A96"/>
    <w:rsid w:val="00357F37"/>
    <w:rsid w:val="00360834"/>
    <w:rsid w:val="00361DFA"/>
    <w:rsid w:val="003632EC"/>
    <w:rsid w:val="0036378D"/>
    <w:rsid w:val="00363B52"/>
    <w:rsid w:val="00363E86"/>
    <w:rsid w:val="00364631"/>
    <w:rsid w:val="00364E3A"/>
    <w:rsid w:val="00366AFC"/>
    <w:rsid w:val="00366E8E"/>
    <w:rsid w:val="00366FF3"/>
    <w:rsid w:val="00367246"/>
    <w:rsid w:val="003675D2"/>
    <w:rsid w:val="00367D29"/>
    <w:rsid w:val="0037043E"/>
    <w:rsid w:val="00374999"/>
    <w:rsid w:val="00374D0C"/>
    <w:rsid w:val="00375751"/>
    <w:rsid w:val="00375B6E"/>
    <w:rsid w:val="003773E8"/>
    <w:rsid w:val="00377808"/>
    <w:rsid w:val="00381927"/>
    <w:rsid w:val="00381B43"/>
    <w:rsid w:val="00381D4C"/>
    <w:rsid w:val="003825F4"/>
    <w:rsid w:val="00382B90"/>
    <w:rsid w:val="00382BE1"/>
    <w:rsid w:val="00383455"/>
    <w:rsid w:val="0038370A"/>
    <w:rsid w:val="00384852"/>
    <w:rsid w:val="00384980"/>
    <w:rsid w:val="003857B8"/>
    <w:rsid w:val="00386E8D"/>
    <w:rsid w:val="003903FB"/>
    <w:rsid w:val="003911A1"/>
    <w:rsid w:val="00392BD1"/>
    <w:rsid w:val="003930D1"/>
    <w:rsid w:val="00393CC6"/>
    <w:rsid w:val="003948F8"/>
    <w:rsid w:val="00394F43"/>
    <w:rsid w:val="003958C6"/>
    <w:rsid w:val="00395928"/>
    <w:rsid w:val="00395DA4"/>
    <w:rsid w:val="003961DD"/>
    <w:rsid w:val="00396779"/>
    <w:rsid w:val="00396D14"/>
    <w:rsid w:val="00396EFA"/>
    <w:rsid w:val="00397650"/>
    <w:rsid w:val="003A00CC"/>
    <w:rsid w:val="003A1CED"/>
    <w:rsid w:val="003A2438"/>
    <w:rsid w:val="003A30AA"/>
    <w:rsid w:val="003A3BD9"/>
    <w:rsid w:val="003A41D6"/>
    <w:rsid w:val="003A44E8"/>
    <w:rsid w:val="003A542D"/>
    <w:rsid w:val="003A6831"/>
    <w:rsid w:val="003A6A6B"/>
    <w:rsid w:val="003A74F2"/>
    <w:rsid w:val="003A7580"/>
    <w:rsid w:val="003A7A4F"/>
    <w:rsid w:val="003B0782"/>
    <w:rsid w:val="003B0E72"/>
    <w:rsid w:val="003B2220"/>
    <w:rsid w:val="003B47B1"/>
    <w:rsid w:val="003B4DDB"/>
    <w:rsid w:val="003B638F"/>
    <w:rsid w:val="003B708A"/>
    <w:rsid w:val="003B7C7E"/>
    <w:rsid w:val="003C094B"/>
    <w:rsid w:val="003C0A87"/>
    <w:rsid w:val="003C0B8E"/>
    <w:rsid w:val="003C0D12"/>
    <w:rsid w:val="003C1BFA"/>
    <w:rsid w:val="003C2858"/>
    <w:rsid w:val="003C33B8"/>
    <w:rsid w:val="003C5495"/>
    <w:rsid w:val="003C59C4"/>
    <w:rsid w:val="003C7326"/>
    <w:rsid w:val="003C7635"/>
    <w:rsid w:val="003C7A51"/>
    <w:rsid w:val="003D0B8D"/>
    <w:rsid w:val="003D17EB"/>
    <w:rsid w:val="003D225A"/>
    <w:rsid w:val="003D3663"/>
    <w:rsid w:val="003D3896"/>
    <w:rsid w:val="003D3A93"/>
    <w:rsid w:val="003D3DF3"/>
    <w:rsid w:val="003D4C2F"/>
    <w:rsid w:val="003D501E"/>
    <w:rsid w:val="003D5082"/>
    <w:rsid w:val="003D6191"/>
    <w:rsid w:val="003D6639"/>
    <w:rsid w:val="003D66F5"/>
    <w:rsid w:val="003D7930"/>
    <w:rsid w:val="003D7EF6"/>
    <w:rsid w:val="003E0A17"/>
    <w:rsid w:val="003E2088"/>
    <w:rsid w:val="003E36E2"/>
    <w:rsid w:val="003E3C49"/>
    <w:rsid w:val="003E3DA5"/>
    <w:rsid w:val="003E40E7"/>
    <w:rsid w:val="003E49C6"/>
    <w:rsid w:val="003E4D4A"/>
    <w:rsid w:val="003E5338"/>
    <w:rsid w:val="003E63A4"/>
    <w:rsid w:val="003E73EE"/>
    <w:rsid w:val="003E7D2B"/>
    <w:rsid w:val="003E7FA2"/>
    <w:rsid w:val="003F09D3"/>
    <w:rsid w:val="003F152F"/>
    <w:rsid w:val="003F1633"/>
    <w:rsid w:val="003F1B61"/>
    <w:rsid w:val="003F2145"/>
    <w:rsid w:val="003F2E60"/>
    <w:rsid w:val="003F3E6F"/>
    <w:rsid w:val="003F4231"/>
    <w:rsid w:val="003F4F47"/>
    <w:rsid w:val="003F5367"/>
    <w:rsid w:val="003F556B"/>
    <w:rsid w:val="003F5E81"/>
    <w:rsid w:val="003F68BA"/>
    <w:rsid w:val="003F76BF"/>
    <w:rsid w:val="003F7784"/>
    <w:rsid w:val="003F7A78"/>
    <w:rsid w:val="0040057B"/>
    <w:rsid w:val="00400CF5"/>
    <w:rsid w:val="004026ED"/>
    <w:rsid w:val="004033E5"/>
    <w:rsid w:val="00403DF0"/>
    <w:rsid w:val="0040483A"/>
    <w:rsid w:val="00405405"/>
    <w:rsid w:val="00410924"/>
    <w:rsid w:val="00410BE0"/>
    <w:rsid w:val="00411F6B"/>
    <w:rsid w:val="0041208C"/>
    <w:rsid w:val="004129C6"/>
    <w:rsid w:val="00412D60"/>
    <w:rsid w:val="004141CF"/>
    <w:rsid w:val="00414208"/>
    <w:rsid w:val="00414300"/>
    <w:rsid w:val="00414417"/>
    <w:rsid w:val="00414734"/>
    <w:rsid w:val="00414D8C"/>
    <w:rsid w:val="004153BB"/>
    <w:rsid w:val="00415A65"/>
    <w:rsid w:val="00416672"/>
    <w:rsid w:val="00417529"/>
    <w:rsid w:val="00420747"/>
    <w:rsid w:val="00420779"/>
    <w:rsid w:val="00420D07"/>
    <w:rsid w:val="004213F2"/>
    <w:rsid w:val="00423031"/>
    <w:rsid w:val="00423F7C"/>
    <w:rsid w:val="004245AA"/>
    <w:rsid w:val="00425312"/>
    <w:rsid w:val="004264DD"/>
    <w:rsid w:val="004268EE"/>
    <w:rsid w:val="00426A9C"/>
    <w:rsid w:val="00427FD7"/>
    <w:rsid w:val="00431EA1"/>
    <w:rsid w:val="00431F47"/>
    <w:rsid w:val="00432C1F"/>
    <w:rsid w:val="0043434C"/>
    <w:rsid w:val="00434992"/>
    <w:rsid w:val="00435043"/>
    <w:rsid w:val="00435817"/>
    <w:rsid w:val="004364DC"/>
    <w:rsid w:val="00436631"/>
    <w:rsid w:val="00436CE8"/>
    <w:rsid w:val="0043711D"/>
    <w:rsid w:val="004372D0"/>
    <w:rsid w:val="004374AE"/>
    <w:rsid w:val="00440370"/>
    <w:rsid w:val="00440C09"/>
    <w:rsid w:val="00440E56"/>
    <w:rsid w:val="004410EB"/>
    <w:rsid w:val="00441683"/>
    <w:rsid w:val="004429AB"/>
    <w:rsid w:val="00442AE8"/>
    <w:rsid w:val="00442F3D"/>
    <w:rsid w:val="004438FA"/>
    <w:rsid w:val="00444513"/>
    <w:rsid w:val="004447F3"/>
    <w:rsid w:val="00444F1F"/>
    <w:rsid w:val="00445DE2"/>
    <w:rsid w:val="00446172"/>
    <w:rsid w:val="00447930"/>
    <w:rsid w:val="00451C50"/>
    <w:rsid w:val="004527A6"/>
    <w:rsid w:val="004535EB"/>
    <w:rsid w:val="004538BF"/>
    <w:rsid w:val="00454539"/>
    <w:rsid w:val="00454E51"/>
    <w:rsid w:val="00455B03"/>
    <w:rsid w:val="00456071"/>
    <w:rsid w:val="004564E9"/>
    <w:rsid w:val="00457495"/>
    <w:rsid w:val="00457A85"/>
    <w:rsid w:val="00457AE4"/>
    <w:rsid w:val="004603F0"/>
    <w:rsid w:val="004608C3"/>
    <w:rsid w:val="00460BBC"/>
    <w:rsid w:val="00460EE2"/>
    <w:rsid w:val="00461260"/>
    <w:rsid w:val="0046127B"/>
    <w:rsid w:val="004614C0"/>
    <w:rsid w:val="0046218B"/>
    <w:rsid w:val="00463704"/>
    <w:rsid w:val="00463947"/>
    <w:rsid w:val="00463A2D"/>
    <w:rsid w:val="00463E1B"/>
    <w:rsid w:val="00464A7A"/>
    <w:rsid w:val="00465D4D"/>
    <w:rsid w:val="00466517"/>
    <w:rsid w:val="004673D0"/>
    <w:rsid w:val="0047001E"/>
    <w:rsid w:val="00470087"/>
    <w:rsid w:val="0047177E"/>
    <w:rsid w:val="00472F78"/>
    <w:rsid w:val="00475B30"/>
    <w:rsid w:val="00475DDE"/>
    <w:rsid w:val="00476230"/>
    <w:rsid w:val="0047678D"/>
    <w:rsid w:val="00476793"/>
    <w:rsid w:val="0047685E"/>
    <w:rsid w:val="004773B0"/>
    <w:rsid w:val="004773D4"/>
    <w:rsid w:val="004775DE"/>
    <w:rsid w:val="00477771"/>
    <w:rsid w:val="00477A9D"/>
    <w:rsid w:val="00480053"/>
    <w:rsid w:val="004802E7"/>
    <w:rsid w:val="00481957"/>
    <w:rsid w:val="0048201E"/>
    <w:rsid w:val="00482068"/>
    <w:rsid w:val="00482D3F"/>
    <w:rsid w:val="00483BBC"/>
    <w:rsid w:val="00484D4B"/>
    <w:rsid w:val="00486078"/>
    <w:rsid w:val="004862E4"/>
    <w:rsid w:val="00486F0D"/>
    <w:rsid w:val="00490D92"/>
    <w:rsid w:val="00491067"/>
    <w:rsid w:val="0049109F"/>
    <w:rsid w:val="004911A0"/>
    <w:rsid w:val="004911BA"/>
    <w:rsid w:val="00491CA9"/>
    <w:rsid w:val="004926F5"/>
    <w:rsid w:val="00492729"/>
    <w:rsid w:val="00492F35"/>
    <w:rsid w:val="00492FE6"/>
    <w:rsid w:val="0049323E"/>
    <w:rsid w:val="00494AC2"/>
    <w:rsid w:val="00495F2E"/>
    <w:rsid w:val="00496297"/>
    <w:rsid w:val="00496554"/>
    <w:rsid w:val="00496AF4"/>
    <w:rsid w:val="004A0671"/>
    <w:rsid w:val="004A2054"/>
    <w:rsid w:val="004A21F2"/>
    <w:rsid w:val="004A2307"/>
    <w:rsid w:val="004A31D0"/>
    <w:rsid w:val="004A3C44"/>
    <w:rsid w:val="004A50CA"/>
    <w:rsid w:val="004A5154"/>
    <w:rsid w:val="004A528D"/>
    <w:rsid w:val="004A564D"/>
    <w:rsid w:val="004A5B0C"/>
    <w:rsid w:val="004B0190"/>
    <w:rsid w:val="004B0A06"/>
    <w:rsid w:val="004B1507"/>
    <w:rsid w:val="004B189E"/>
    <w:rsid w:val="004B1D04"/>
    <w:rsid w:val="004B2925"/>
    <w:rsid w:val="004B3016"/>
    <w:rsid w:val="004B3B00"/>
    <w:rsid w:val="004B47C5"/>
    <w:rsid w:val="004B5B04"/>
    <w:rsid w:val="004B6161"/>
    <w:rsid w:val="004B65A3"/>
    <w:rsid w:val="004B7203"/>
    <w:rsid w:val="004B7257"/>
    <w:rsid w:val="004B7778"/>
    <w:rsid w:val="004B7960"/>
    <w:rsid w:val="004C0217"/>
    <w:rsid w:val="004C02BE"/>
    <w:rsid w:val="004C02D4"/>
    <w:rsid w:val="004C0BC2"/>
    <w:rsid w:val="004C174A"/>
    <w:rsid w:val="004C29B2"/>
    <w:rsid w:val="004C2B20"/>
    <w:rsid w:val="004C2C22"/>
    <w:rsid w:val="004C35FD"/>
    <w:rsid w:val="004C3EA0"/>
    <w:rsid w:val="004C3FFD"/>
    <w:rsid w:val="004C4565"/>
    <w:rsid w:val="004C499A"/>
    <w:rsid w:val="004C51F3"/>
    <w:rsid w:val="004C562A"/>
    <w:rsid w:val="004C5737"/>
    <w:rsid w:val="004C5D03"/>
    <w:rsid w:val="004C5D31"/>
    <w:rsid w:val="004C6738"/>
    <w:rsid w:val="004C6D15"/>
    <w:rsid w:val="004C708B"/>
    <w:rsid w:val="004C7A8F"/>
    <w:rsid w:val="004D0730"/>
    <w:rsid w:val="004D0A3E"/>
    <w:rsid w:val="004D1222"/>
    <w:rsid w:val="004D27E1"/>
    <w:rsid w:val="004D4D78"/>
    <w:rsid w:val="004D6C4F"/>
    <w:rsid w:val="004D6F58"/>
    <w:rsid w:val="004D7980"/>
    <w:rsid w:val="004E0542"/>
    <w:rsid w:val="004E33CB"/>
    <w:rsid w:val="004E347E"/>
    <w:rsid w:val="004E3596"/>
    <w:rsid w:val="004E3A3B"/>
    <w:rsid w:val="004E3F82"/>
    <w:rsid w:val="004E4225"/>
    <w:rsid w:val="004E5A6E"/>
    <w:rsid w:val="004E5BC4"/>
    <w:rsid w:val="004E64B8"/>
    <w:rsid w:val="004E7B6D"/>
    <w:rsid w:val="004F058E"/>
    <w:rsid w:val="004F1F67"/>
    <w:rsid w:val="004F2A55"/>
    <w:rsid w:val="004F3934"/>
    <w:rsid w:val="004F39BE"/>
    <w:rsid w:val="004F4402"/>
    <w:rsid w:val="004F4DA6"/>
    <w:rsid w:val="004F53B9"/>
    <w:rsid w:val="004F656E"/>
    <w:rsid w:val="004F6671"/>
    <w:rsid w:val="004F7099"/>
    <w:rsid w:val="00501016"/>
    <w:rsid w:val="00502279"/>
    <w:rsid w:val="00503FC3"/>
    <w:rsid w:val="00504375"/>
    <w:rsid w:val="005046BF"/>
    <w:rsid w:val="00504B94"/>
    <w:rsid w:val="00504EAB"/>
    <w:rsid w:val="0050533D"/>
    <w:rsid w:val="00505DDB"/>
    <w:rsid w:val="00505E08"/>
    <w:rsid w:val="005101B4"/>
    <w:rsid w:val="00510A76"/>
    <w:rsid w:val="00511304"/>
    <w:rsid w:val="005121D2"/>
    <w:rsid w:val="00512A86"/>
    <w:rsid w:val="005136EA"/>
    <w:rsid w:val="00513B97"/>
    <w:rsid w:val="00513BFF"/>
    <w:rsid w:val="00513C15"/>
    <w:rsid w:val="00513D47"/>
    <w:rsid w:val="00513DBE"/>
    <w:rsid w:val="00514529"/>
    <w:rsid w:val="00514F7D"/>
    <w:rsid w:val="005150A3"/>
    <w:rsid w:val="00515E20"/>
    <w:rsid w:val="00516563"/>
    <w:rsid w:val="00517F7F"/>
    <w:rsid w:val="0052057F"/>
    <w:rsid w:val="005210C4"/>
    <w:rsid w:val="00521982"/>
    <w:rsid w:val="005219C0"/>
    <w:rsid w:val="0052208F"/>
    <w:rsid w:val="00522220"/>
    <w:rsid w:val="00522BAA"/>
    <w:rsid w:val="005239CB"/>
    <w:rsid w:val="00526D68"/>
    <w:rsid w:val="005270A2"/>
    <w:rsid w:val="0052715B"/>
    <w:rsid w:val="00527763"/>
    <w:rsid w:val="0053063E"/>
    <w:rsid w:val="00531430"/>
    <w:rsid w:val="00531B34"/>
    <w:rsid w:val="00532412"/>
    <w:rsid w:val="00532DDB"/>
    <w:rsid w:val="005339F3"/>
    <w:rsid w:val="0053449B"/>
    <w:rsid w:val="00536BD8"/>
    <w:rsid w:val="005377BF"/>
    <w:rsid w:val="005405B0"/>
    <w:rsid w:val="0054110E"/>
    <w:rsid w:val="00543C25"/>
    <w:rsid w:val="005447E4"/>
    <w:rsid w:val="00547AB6"/>
    <w:rsid w:val="00550A43"/>
    <w:rsid w:val="00551489"/>
    <w:rsid w:val="00551C77"/>
    <w:rsid w:val="00551E99"/>
    <w:rsid w:val="00552A1D"/>
    <w:rsid w:val="00553067"/>
    <w:rsid w:val="00555D2E"/>
    <w:rsid w:val="00556A73"/>
    <w:rsid w:val="00556FF8"/>
    <w:rsid w:val="005572BE"/>
    <w:rsid w:val="00557473"/>
    <w:rsid w:val="0055771A"/>
    <w:rsid w:val="00557E60"/>
    <w:rsid w:val="00560190"/>
    <w:rsid w:val="005604C3"/>
    <w:rsid w:val="005606DC"/>
    <w:rsid w:val="00560BAC"/>
    <w:rsid w:val="00561D32"/>
    <w:rsid w:val="00563126"/>
    <w:rsid w:val="00563311"/>
    <w:rsid w:val="0056346F"/>
    <w:rsid w:val="00563FF7"/>
    <w:rsid w:val="005647F3"/>
    <w:rsid w:val="005653D6"/>
    <w:rsid w:val="00565890"/>
    <w:rsid w:val="00565D76"/>
    <w:rsid w:val="00566D54"/>
    <w:rsid w:val="00567254"/>
    <w:rsid w:val="00567C4B"/>
    <w:rsid w:val="00571B46"/>
    <w:rsid w:val="005722B4"/>
    <w:rsid w:val="00572BDD"/>
    <w:rsid w:val="00574374"/>
    <w:rsid w:val="00574F29"/>
    <w:rsid w:val="005777B9"/>
    <w:rsid w:val="00580422"/>
    <w:rsid w:val="00581551"/>
    <w:rsid w:val="00581B40"/>
    <w:rsid w:val="00581C92"/>
    <w:rsid w:val="0058351C"/>
    <w:rsid w:val="00583C2E"/>
    <w:rsid w:val="005847AE"/>
    <w:rsid w:val="00584A7D"/>
    <w:rsid w:val="00584E35"/>
    <w:rsid w:val="005851E5"/>
    <w:rsid w:val="0058563E"/>
    <w:rsid w:val="00585BE1"/>
    <w:rsid w:val="0058796E"/>
    <w:rsid w:val="00587F34"/>
    <w:rsid w:val="00590ACD"/>
    <w:rsid w:val="005922C5"/>
    <w:rsid w:val="005929E7"/>
    <w:rsid w:val="0059373B"/>
    <w:rsid w:val="005946A0"/>
    <w:rsid w:val="00596570"/>
    <w:rsid w:val="005965B6"/>
    <w:rsid w:val="00596AF3"/>
    <w:rsid w:val="005A0081"/>
    <w:rsid w:val="005A0FD2"/>
    <w:rsid w:val="005A190B"/>
    <w:rsid w:val="005A1BBD"/>
    <w:rsid w:val="005A2CFA"/>
    <w:rsid w:val="005A3116"/>
    <w:rsid w:val="005A3C14"/>
    <w:rsid w:val="005A4A2D"/>
    <w:rsid w:val="005A5ACB"/>
    <w:rsid w:val="005A5AFE"/>
    <w:rsid w:val="005A5FC2"/>
    <w:rsid w:val="005A6054"/>
    <w:rsid w:val="005A66F0"/>
    <w:rsid w:val="005A6DF4"/>
    <w:rsid w:val="005A6FD4"/>
    <w:rsid w:val="005A71F2"/>
    <w:rsid w:val="005A7371"/>
    <w:rsid w:val="005B00C3"/>
    <w:rsid w:val="005B03BB"/>
    <w:rsid w:val="005B113B"/>
    <w:rsid w:val="005B1C47"/>
    <w:rsid w:val="005B2A8F"/>
    <w:rsid w:val="005B2FA1"/>
    <w:rsid w:val="005B311D"/>
    <w:rsid w:val="005B353B"/>
    <w:rsid w:val="005B3850"/>
    <w:rsid w:val="005B3D29"/>
    <w:rsid w:val="005B4655"/>
    <w:rsid w:val="005B5BCD"/>
    <w:rsid w:val="005C06C3"/>
    <w:rsid w:val="005C09B6"/>
    <w:rsid w:val="005C0CFD"/>
    <w:rsid w:val="005C12D8"/>
    <w:rsid w:val="005C2D61"/>
    <w:rsid w:val="005C2FBD"/>
    <w:rsid w:val="005C540D"/>
    <w:rsid w:val="005C5996"/>
    <w:rsid w:val="005C5B6C"/>
    <w:rsid w:val="005C5D6A"/>
    <w:rsid w:val="005C6557"/>
    <w:rsid w:val="005C7934"/>
    <w:rsid w:val="005C7971"/>
    <w:rsid w:val="005D0E43"/>
    <w:rsid w:val="005D2563"/>
    <w:rsid w:val="005D2AC7"/>
    <w:rsid w:val="005D43AD"/>
    <w:rsid w:val="005D51CD"/>
    <w:rsid w:val="005D57A3"/>
    <w:rsid w:val="005D5CAD"/>
    <w:rsid w:val="005D713B"/>
    <w:rsid w:val="005D7208"/>
    <w:rsid w:val="005D75C7"/>
    <w:rsid w:val="005E0F85"/>
    <w:rsid w:val="005E1AA7"/>
    <w:rsid w:val="005E1B7A"/>
    <w:rsid w:val="005E1DAB"/>
    <w:rsid w:val="005E25DE"/>
    <w:rsid w:val="005E26BD"/>
    <w:rsid w:val="005E321F"/>
    <w:rsid w:val="005E36D4"/>
    <w:rsid w:val="005E4A16"/>
    <w:rsid w:val="005E575B"/>
    <w:rsid w:val="005E5AD2"/>
    <w:rsid w:val="005E646D"/>
    <w:rsid w:val="005E67C1"/>
    <w:rsid w:val="005E681F"/>
    <w:rsid w:val="005E6BF7"/>
    <w:rsid w:val="005F0B3D"/>
    <w:rsid w:val="005F0C70"/>
    <w:rsid w:val="005F2729"/>
    <w:rsid w:val="005F2864"/>
    <w:rsid w:val="005F2D32"/>
    <w:rsid w:val="005F30DE"/>
    <w:rsid w:val="005F3B76"/>
    <w:rsid w:val="005F43FC"/>
    <w:rsid w:val="005F4484"/>
    <w:rsid w:val="005F4528"/>
    <w:rsid w:val="005F588A"/>
    <w:rsid w:val="005F5C88"/>
    <w:rsid w:val="005F6668"/>
    <w:rsid w:val="005F66AB"/>
    <w:rsid w:val="00600024"/>
    <w:rsid w:val="0060089D"/>
    <w:rsid w:val="00600AAC"/>
    <w:rsid w:val="00601518"/>
    <w:rsid w:val="00601665"/>
    <w:rsid w:val="00601B63"/>
    <w:rsid w:val="00601EBC"/>
    <w:rsid w:val="0060289F"/>
    <w:rsid w:val="00602915"/>
    <w:rsid w:val="00602CC2"/>
    <w:rsid w:val="0060432A"/>
    <w:rsid w:val="00604F23"/>
    <w:rsid w:val="006069B1"/>
    <w:rsid w:val="00606CAE"/>
    <w:rsid w:val="00606FFB"/>
    <w:rsid w:val="006079DF"/>
    <w:rsid w:val="00610018"/>
    <w:rsid w:val="0061162B"/>
    <w:rsid w:val="00612379"/>
    <w:rsid w:val="006127A2"/>
    <w:rsid w:val="00612962"/>
    <w:rsid w:val="00612B8F"/>
    <w:rsid w:val="00612C1E"/>
    <w:rsid w:val="00615128"/>
    <w:rsid w:val="00617313"/>
    <w:rsid w:val="006175E7"/>
    <w:rsid w:val="00620EA8"/>
    <w:rsid w:val="00621700"/>
    <w:rsid w:val="006218FE"/>
    <w:rsid w:val="006219B1"/>
    <w:rsid w:val="00622683"/>
    <w:rsid w:val="00622D74"/>
    <w:rsid w:val="00623797"/>
    <w:rsid w:val="006245B9"/>
    <w:rsid w:val="006250DB"/>
    <w:rsid w:val="0062552F"/>
    <w:rsid w:val="00625C0F"/>
    <w:rsid w:val="00625C8D"/>
    <w:rsid w:val="0062619F"/>
    <w:rsid w:val="00627B02"/>
    <w:rsid w:val="0063004D"/>
    <w:rsid w:val="00630939"/>
    <w:rsid w:val="00630A2F"/>
    <w:rsid w:val="00631111"/>
    <w:rsid w:val="00631AF7"/>
    <w:rsid w:val="00632780"/>
    <w:rsid w:val="00633912"/>
    <w:rsid w:val="006361FE"/>
    <w:rsid w:val="00636497"/>
    <w:rsid w:val="0063670E"/>
    <w:rsid w:val="00636ADA"/>
    <w:rsid w:val="00636DA4"/>
    <w:rsid w:val="006372EA"/>
    <w:rsid w:val="00637B5C"/>
    <w:rsid w:val="00637FF8"/>
    <w:rsid w:val="006402AF"/>
    <w:rsid w:val="00641B58"/>
    <w:rsid w:val="00642176"/>
    <w:rsid w:val="0064288B"/>
    <w:rsid w:val="00642A50"/>
    <w:rsid w:val="00642C7F"/>
    <w:rsid w:val="00643933"/>
    <w:rsid w:val="00643ABF"/>
    <w:rsid w:val="006441D1"/>
    <w:rsid w:val="00644347"/>
    <w:rsid w:val="00644CA9"/>
    <w:rsid w:val="0064653E"/>
    <w:rsid w:val="00646F8A"/>
    <w:rsid w:val="0064711D"/>
    <w:rsid w:val="00647FE7"/>
    <w:rsid w:val="00650D5C"/>
    <w:rsid w:val="00651608"/>
    <w:rsid w:val="00652823"/>
    <w:rsid w:val="0065297D"/>
    <w:rsid w:val="00652ABF"/>
    <w:rsid w:val="0065395F"/>
    <w:rsid w:val="00653BBA"/>
    <w:rsid w:val="0065431F"/>
    <w:rsid w:val="006544F3"/>
    <w:rsid w:val="00654E71"/>
    <w:rsid w:val="00655E6C"/>
    <w:rsid w:val="006566B1"/>
    <w:rsid w:val="006572B1"/>
    <w:rsid w:val="00657AC6"/>
    <w:rsid w:val="006609BC"/>
    <w:rsid w:val="00660CCF"/>
    <w:rsid w:val="0066189E"/>
    <w:rsid w:val="0066221D"/>
    <w:rsid w:val="00663DBC"/>
    <w:rsid w:val="006648D1"/>
    <w:rsid w:val="00664EF6"/>
    <w:rsid w:val="006657EE"/>
    <w:rsid w:val="00665DCC"/>
    <w:rsid w:val="006660C9"/>
    <w:rsid w:val="006661E6"/>
    <w:rsid w:val="00666D40"/>
    <w:rsid w:val="00670FD8"/>
    <w:rsid w:val="00671610"/>
    <w:rsid w:val="00671633"/>
    <w:rsid w:val="0067214A"/>
    <w:rsid w:val="00672257"/>
    <w:rsid w:val="00672E37"/>
    <w:rsid w:val="00673369"/>
    <w:rsid w:val="00674847"/>
    <w:rsid w:val="006750B3"/>
    <w:rsid w:val="00675FD7"/>
    <w:rsid w:val="00676D2C"/>
    <w:rsid w:val="00677DDC"/>
    <w:rsid w:val="006801C7"/>
    <w:rsid w:val="00680458"/>
    <w:rsid w:val="006804A2"/>
    <w:rsid w:val="0068154B"/>
    <w:rsid w:val="00681848"/>
    <w:rsid w:val="00681A2B"/>
    <w:rsid w:val="006824CA"/>
    <w:rsid w:val="00683A9E"/>
    <w:rsid w:val="00683E6D"/>
    <w:rsid w:val="0068602C"/>
    <w:rsid w:val="00686203"/>
    <w:rsid w:val="00686B59"/>
    <w:rsid w:val="00687372"/>
    <w:rsid w:val="00687BC9"/>
    <w:rsid w:val="006900B8"/>
    <w:rsid w:val="0069081A"/>
    <w:rsid w:val="0069089C"/>
    <w:rsid w:val="00691752"/>
    <w:rsid w:val="00691A25"/>
    <w:rsid w:val="00691B2C"/>
    <w:rsid w:val="00691BC7"/>
    <w:rsid w:val="00693135"/>
    <w:rsid w:val="00694123"/>
    <w:rsid w:val="006943AC"/>
    <w:rsid w:val="00694DE6"/>
    <w:rsid w:val="00694EA8"/>
    <w:rsid w:val="0069545C"/>
    <w:rsid w:val="00695FB4"/>
    <w:rsid w:val="00696CC8"/>
    <w:rsid w:val="006A051A"/>
    <w:rsid w:val="006A0909"/>
    <w:rsid w:val="006A0B31"/>
    <w:rsid w:val="006A1061"/>
    <w:rsid w:val="006A1DDE"/>
    <w:rsid w:val="006A2862"/>
    <w:rsid w:val="006A2B85"/>
    <w:rsid w:val="006A30B0"/>
    <w:rsid w:val="006A4693"/>
    <w:rsid w:val="006A585D"/>
    <w:rsid w:val="006A5C6C"/>
    <w:rsid w:val="006A5CA4"/>
    <w:rsid w:val="006A6D89"/>
    <w:rsid w:val="006B0044"/>
    <w:rsid w:val="006B0D7C"/>
    <w:rsid w:val="006B17AD"/>
    <w:rsid w:val="006B1D9F"/>
    <w:rsid w:val="006B300B"/>
    <w:rsid w:val="006B3412"/>
    <w:rsid w:val="006B4206"/>
    <w:rsid w:val="006B4C51"/>
    <w:rsid w:val="006B64A0"/>
    <w:rsid w:val="006B70ED"/>
    <w:rsid w:val="006B7ACC"/>
    <w:rsid w:val="006C09D2"/>
    <w:rsid w:val="006C15E2"/>
    <w:rsid w:val="006C3BBB"/>
    <w:rsid w:val="006C3BBF"/>
    <w:rsid w:val="006C4AC5"/>
    <w:rsid w:val="006C4E0D"/>
    <w:rsid w:val="006C5C1E"/>
    <w:rsid w:val="006C5DEA"/>
    <w:rsid w:val="006C6170"/>
    <w:rsid w:val="006C787B"/>
    <w:rsid w:val="006D133A"/>
    <w:rsid w:val="006D18EF"/>
    <w:rsid w:val="006D1CD1"/>
    <w:rsid w:val="006D2569"/>
    <w:rsid w:val="006D25C4"/>
    <w:rsid w:val="006D2721"/>
    <w:rsid w:val="006D35CB"/>
    <w:rsid w:val="006D4202"/>
    <w:rsid w:val="006D50EB"/>
    <w:rsid w:val="006D5483"/>
    <w:rsid w:val="006D66BC"/>
    <w:rsid w:val="006D7273"/>
    <w:rsid w:val="006D7A89"/>
    <w:rsid w:val="006D7BE3"/>
    <w:rsid w:val="006D7F29"/>
    <w:rsid w:val="006E18F3"/>
    <w:rsid w:val="006E2187"/>
    <w:rsid w:val="006E21D1"/>
    <w:rsid w:val="006E2D85"/>
    <w:rsid w:val="006E31C5"/>
    <w:rsid w:val="006E31F4"/>
    <w:rsid w:val="006E31F6"/>
    <w:rsid w:val="006E354A"/>
    <w:rsid w:val="006E38D9"/>
    <w:rsid w:val="006E43DA"/>
    <w:rsid w:val="006E4B77"/>
    <w:rsid w:val="006E4C50"/>
    <w:rsid w:val="006E5CDB"/>
    <w:rsid w:val="006E69E9"/>
    <w:rsid w:val="006E6D04"/>
    <w:rsid w:val="006E6EB2"/>
    <w:rsid w:val="006E6FC9"/>
    <w:rsid w:val="006E74FE"/>
    <w:rsid w:val="006F2618"/>
    <w:rsid w:val="006F29E7"/>
    <w:rsid w:val="006F2ED2"/>
    <w:rsid w:val="006F3DCD"/>
    <w:rsid w:val="006F4541"/>
    <w:rsid w:val="006F515D"/>
    <w:rsid w:val="006F53FA"/>
    <w:rsid w:val="006F54D7"/>
    <w:rsid w:val="006F56DA"/>
    <w:rsid w:val="006F6E69"/>
    <w:rsid w:val="006F7741"/>
    <w:rsid w:val="006F7957"/>
    <w:rsid w:val="00700045"/>
    <w:rsid w:val="00702256"/>
    <w:rsid w:val="00702768"/>
    <w:rsid w:val="0070340B"/>
    <w:rsid w:val="00704675"/>
    <w:rsid w:val="00705B56"/>
    <w:rsid w:val="00705EFD"/>
    <w:rsid w:val="0070617E"/>
    <w:rsid w:val="00706F80"/>
    <w:rsid w:val="00707147"/>
    <w:rsid w:val="00707550"/>
    <w:rsid w:val="00707F59"/>
    <w:rsid w:val="007116D2"/>
    <w:rsid w:val="00711CF7"/>
    <w:rsid w:val="00711E38"/>
    <w:rsid w:val="007121CF"/>
    <w:rsid w:val="00712E97"/>
    <w:rsid w:val="00713857"/>
    <w:rsid w:val="007139DE"/>
    <w:rsid w:val="00713C4B"/>
    <w:rsid w:val="007144BC"/>
    <w:rsid w:val="00714574"/>
    <w:rsid w:val="0071489B"/>
    <w:rsid w:val="00714F25"/>
    <w:rsid w:val="00715A0E"/>
    <w:rsid w:val="007161C4"/>
    <w:rsid w:val="00716534"/>
    <w:rsid w:val="00720EDC"/>
    <w:rsid w:val="007219F5"/>
    <w:rsid w:val="00722DC4"/>
    <w:rsid w:val="007232AD"/>
    <w:rsid w:val="0072435D"/>
    <w:rsid w:val="00725F33"/>
    <w:rsid w:val="00726213"/>
    <w:rsid w:val="00726927"/>
    <w:rsid w:val="00726A23"/>
    <w:rsid w:val="00726CA0"/>
    <w:rsid w:val="00727CE7"/>
    <w:rsid w:val="00730D8F"/>
    <w:rsid w:val="00731575"/>
    <w:rsid w:val="00733169"/>
    <w:rsid w:val="0073438E"/>
    <w:rsid w:val="007344CA"/>
    <w:rsid w:val="00735EE7"/>
    <w:rsid w:val="00737AD1"/>
    <w:rsid w:val="0074099F"/>
    <w:rsid w:val="00741DE3"/>
    <w:rsid w:val="00742423"/>
    <w:rsid w:val="00742759"/>
    <w:rsid w:val="0074313A"/>
    <w:rsid w:val="00743402"/>
    <w:rsid w:val="007437B6"/>
    <w:rsid w:val="00743ECE"/>
    <w:rsid w:val="00744C48"/>
    <w:rsid w:val="00744DDE"/>
    <w:rsid w:val="00744FCF"/>
    <w:rsid w:val="00745C2B"/>
    <w:rsid w:val="007460F4"/>
    <w:rsid w:val="00746EE7"/>
    <w:rsid w:val="00747824"/>
    <w:rsid w:val="00747DB5"/>
    <w:rsid w:val="00751FB3"/>
    <w:rsid w:val="00752096"/>
    <w:rsid w:val="00752380"/>
    <w:rsid w:val="00752606"/>
    <w:rsid w:val="00752E1D"/>
    <w:rsid w:val="007532F5"/>
    <w:rsid w:val="00753389"/>
    <w:rsid w:val="00753C63"/>
    <w:rsid w:val="007546B0"/>
    <w:rsid w:val="00755B56"/>
    <w:rsid w:val="0075765A"/>
    <w:rsid w:val="0075768D"/>
    <w:rsid w:val="007577FC"/>
    <w:rsid w:val="00757837"/>
    <w:rsid w:val="007578D3"/>
    <w:rsid w:val="00760F10"/>
    <w:rsid w:val="00761360"/>
    <w:rsid w:val="00762A09"/>
    <w:rsid w:val="00763D2B"/>
    <w:rsid w:val="0076502B"/>
    <w:rsid w:val="007658A5"/>
    <w:rsid w:val="00765B22"/>
    <w:rsid w:val="00766B90"/>
    <w:rsid w:val="00766F96"/>
    <w:rsid w:val="00767275"/>
    <w:rsid w:val="007700FA"/>
    <w:rsid w:val="00771FB5"/>
    <w:rsid w:val="00772DB4"/>
    <w:rsid w:val="00772E63"/>
    <w:rsid w:val="00773633"/>
    <w:rsid w:val="00773A4D"/>
    <w:rsid w:val="00774344"/>
    <w:rsid w:val="007748D0"/>
    <w:rsid w:val="007765E6"/>
    <w:rsid w:val="00776F0A"/>
    <w:rsid w:val="007775CC"/>
    <w:rsid w:val="00780916"/>
    <w:rsid w:val="00781EE2"/>
    <w:rsid w:val="00781F4B"/>
    <w:rsid w:val="007825AD"/>
    <w:rsid w:val="007829B3"/>
    <w:rsid w:val="007844CF"/>
    <w:rsid w:val="007849E7"/>
    <w:rsid w:val="00784BF1"/>
    <w:rsid w:val="0078667A"/>
    <w:rsid w:val="00786E1A"/>
    <w:rsid w:val="007871F5"/>
    <w:rsid w:val="007872AB"/>
    <w:rsid w:val="00787D84"/>
    <w:rsid w:val="00791383"/>
    <w:rsid w:val="00791AB2"/>
    <w:rsid w:val="00791D61"/>
    <w:rsid w:val="007937E0"/>
    <w:rsid w:val="00794074"/>
    <w:rsid w:val="00794156"/>
    <w:rsid w:val="0079603B"/>
    <w:rsid w:val="007975EF"/>
    <w:rsid w:val="00797F27"/>
    <w:rsid w:val="007A1C61"/>
    <w:rsid w:val="007A261C"/>
    <w:rsid w:val="007A2B72"/>
    <w:rsid w:val="007A2DC4"/>
    <w:rsid w:val="007A335E"/>
    <w:rsid w:val="007A48FD"/>
    <w:rsid w:val="007A52E3"/>
    <w:rsid w:val="007A5375"/>
    <w:rsid w:val="007A5E96"/>
    <w:rsid w:val="007A6222"/>
    <w:rsid w:val="007A6244"/>
    <w:rsid w:val="007A6B14"/>
    <w:rsid w:val="007B01C0"/>
    <w:rsid w:val="007B29A0"/>
    <w:rsid w:val="007B2B20"/>
    <w:rsid w:val="007B35E3"/>
    <w:rsid w:val="007B3891"/>
    <w:rsid w:val="007B3A21"/>
    <w:rsid w:val="007B46D7"/>
    <w:rsid w:val="007B5B04"/>
    <w:rsid w:val="007B6685"/>
    <w:rsid w:val="007B6C6D"/>
    <w:rsid w:val="007B7C63"/>
    <w:rsid w:val="007C013F"/>
    <w:rsid w:val="007C03C3"/>
    <w:rsid w:val="007C143C"/>
    <w:rsid w:val="007C1A67"/>
    <w:rsid w:val="007C1B5B"/>
    <w:rsid w:val="007C205B"/>
    <w:rsid w:val="007C210C"/>
    <w:rsid w:val="007C245B"/>
    <w:rsid w:val="007C373D"/>
    <w:rsid w:val="007C4D81"/>
    <w:rsid w:val="007C5983"/>
    <w:rsid w:val="007C5F2D"/>
    <w:rsid w:val="007C6778"/>
    <w:rsid w:val="007C7230"/>
    <w:rsid w:val="007C7B1A"/>
    <w:rsid w:val="007D12DB"/>
    <w:rsid w:val="007D2222"/>
    <w:rsid w:val="007D2953"/>
    <w:rsid w:val="007D2C07"/>
    <w:rsid w:val="007D2E83"/>
    <w:rsid w:val="007D3AC3"/>
    <w:rsid w:val="007D4269"/>
    <w:rsid w:val="007D4458"/>
    <w:rsid w:val="007D55EF"/>
    <w:rsid w:val="007D5790"/>
    <w:rsid w:val="007D5BAE"/>
    <w:rsid w:val="007D6D09"/>
    <w:rsid w:val="007D6F34"/>
    <w:rsid w:val="007D731A"/>
    <w:rsid w:val="007D7757"/>
    <w:rsid w:val="007D7BE9"/>
    <w:rsid w:val="007E02F5"/>
    <w:rsid w:val="007E0A6A"/>
    <w:rsid w:val="007E0B0B"/>
    <w:rsid w:val="007E20E9"/>
    <w:rsid w:val="007E3656"/>
    <w:rsid w:val="007E48E9"/>
    <w:rsid w:val="007E4D42"/>
    <w:rsid w:val="007E6017"/>
    <w:rsid w:val="007E674F"/>
    <w:rsid w:val="007F05A0"/>
    <w:rsid w:val="007F1EC3"/>
    <w:rsid w:val="007F325A"/>
    <w:rsid w:val="007F3434"/>
    <w:rsid w:val="007F3740"/>
    <w:rsid w:val="007F377B"/>
    <w:rsid w:val="007F3FD9"/>
    <w:rsid w:val="007F4ACD"/>
    <w:rsid w:val="007F55FA"/>
    <w:rsid w:val="007F5C2E"/>
    <w:rsid w:val="007F6957"/>
    <w:rsid w:val="007F6FCF"/>
    <w:rsid w:val="007F73C6"/>
    <w:rsid w:val="00800459"/>
    <w:rsid w:val="00801085"/>
    <w:rsid w:val="008017A5"/>
    <w:rsid w:val="00801A9E"/>
    <w:rsid w:val="0080248E"/>
    <w:rsid w:val="008025A7"/>
    <w:rsid w:val="00804804"/>
    <w:rsid w:val="00804CB1"/>
    <w:rsid w:val="00805516"/>
    <w:rsid w:val="00806559"/>
    <w:rsid w:val="00807077"/>
    <w:rsid w:val="008115C1"/>
    <w:rsid w:val="00811E65"/>
    <w:rsid w:val="00812CBD"/>
    <w:rsid w:val="00813066"/>
    <w:rsid w:val="00813249"/>
    <w:rsid w:val="00814136"/>
    <w:rsid w:val="00814A74"/>
    <w:rsid w:val="00814EB2"/>
    <w:rsid w:val="00816DC5"/>
    <w:rsid w:val="008173DA"/>
    <w:rsid w:val="00817D9C"/>
    <w:rsid w:val="00817FA7"/>
    <w:rsid w:val="00820A47"/>
    <w:rsid w:val="0082254A"/>
    <w:rsid w:val="008228FC"/>
    <w:rsid w:val="0082298B"/>
    <w:rsid w:val="00823D6D"/>
    <w:rsid w:val="00824134"/>
    <w:rsid w:val="008243E2"/>
    <w:rsid w:val="00824C3C"/>
    <w:rsid w:val="00825966"/>
    <w:rsid w:val="00825987"/>
    <w:rsid w:val="00826F3D"/>
    <w:rsid w:val="008306BB"/>
    <w:rsid w:val="008311FA"/>
    <w:rsid w:val="00831590"/>
    <w:rsid w:val="008319AB"/>
    <w:rsid w:val="00831BBA"/>
    <w:rsid w:val="00831EBF"/>
    <w:rsid w:val="0083499F"/>
    <w:rsid w:val="008360B8"/>
    <w:rsid w:val="008363EC"/>
    <w:rsid w:val="00840262"/>
    <w:rsid w:val="008407A7"/>
    <w:rsid w:val="008409FC"/>
    <w:rsid w:val="00840E8A"/>
    <w:rsid w:val="0084109B"/>
    <w:rsid w:val="008415C3"/>
    <w:rsid w:val="00841863"/>
    <w:rsid w:val="00842BAA"/>
    <w:rsid w:val="00844785"/>
    <w:rsid w:val="00844E9C"/>
    <w:rsid w:val="0084517E"/>
    <w:rsid w:val="00845E0A"/>
    <w:rsid w:val="008500CE"/>
    <w:rsid w:val="0085046D"/>
    <w:rsid w:val="00850AB8"/>
    <w:rsid w:val="00850FA8"/>
    <w:rsid w:val="008516BD"/>
    <w:rsid w:val="00851C26"/>
    <w:rsid w:val="00851CE5"/>
    <w:rsid w:val="00852016"/>
    <w:rsid w:val="00852064"/>
    <w:rsid w:val="00852C76"/>
    <w:rsid w:val="00853192"/>
    <w:rsid w:val="0085324C"/>
    <w:rsid w:val="00854196"/>
    <w:rsid w:val="008544D3"/>
    <w:rsid w:val="00856428"/>
    <w:rsid w:val="008565BA"/>
    <w:rsid w:val="008570EC"/>
    <w:rsid w:val="00857463"/>
    <w:rsid w:val="00860DF3"/>
    <w:rsid w:val="0086124C"/>
    <w:rsid w:val="00861332"/>
    <w:rsid w:val="00861F23"/>
    <w:rsid w:val="00862D34"/>
    <w:rsid w:val="00862DEF"/>
    <w:rsid w:val="00862FBD"/>
    <w:rsid w:val="008630D7"/>
    <w:rsid w:val="00863273"/>
    <w:rsid w:val="008632EF"/>
    <w:rsid w:val="00863A61"/>
    <w:rsid w:val="00864193"/>
    <w:rsid w:val="00864A47"/>
    <w:rsid w:val="00864EE8"/>
    <w:rsid w:val="0086514A"/>
    <w:rsid w:val="00865412"/>
    <w:rsid w:val="008655B0"/>
    <w:rsid w:val="0086587C"/>
    <w:rsid w:val="00865EE9"/>
    <w:rsid w:val="00866673"/>
    <w:rsid w:val="00866BD2"/>
    <w:rsid w:val="0086747C"/>
    <w:rsid w:val="00867DEE"/>
    <w:rsid w:val="0087039A"/>
    <w:rsid w:val="008709A9"/>
    <w:rsid w:val="008730E0"/>
    <w:rsid w:val="00873414"/>
    <w:rsid w:val="008736D9"/>
    <w:rsid w:val="008738DA"/>
    <w:rsid w:val="00873902"/>
    <w:rsid w:val="00874244"/>
    <w:rsid w:val="0087455B"/>
    <w:rsid w:val="00875052"/>
    <w:rsid w:val="008751D2"/>
    <w:rsid w:val="00875717"/>
    <w:rsid w:val="008757E7"/>
    <w:rsid w:val="00875EB5"/>
    <w:rsid w:val="0087662E"/>
    <w:rsid w:val="00877006"/>
    <w:rsid w:val="0087764E"/>
    <w:rsid w:val="0087786B"/>
    <w:rsid w:val="00877C02"/>
    <w:rsid w:val="0088133E"/>
    <w:rsid w:val="00881661"/>
    <w:rsid w:val="0088234B"/>
    <w:rsid w:val="00883641"/>
    <w:rsid w:val="008836DC"/>
    <w:rsid w:val="00884847"/>
    <w:rsid w:val="00885556"/>
    <w:rsid w:val="008858E4"/>
    <w:rsid w:val="00885D52"/>
    <w:rsid w:val="0088716F"/>
    <w:rsid w:val="00887480"/>
    <w:rsid w:val="00887CDA"/>
    <w:rsid w:val="00887EE4"/>
    <w:rsid w:val="00887F7A"/>
    <w:rsid w:val="0089059E"/>
    <w:rsid w:val="00892AA3"/>
    <w:rsid w:val="0089367C"/>
    <w:rsid w:val="0089587D"/>
    <w:rsid w:val="00896396"/>
    <w:rsid w:val="008975EA"/>
    <w:rsid w:val="008A0B7F"/>
    <w:rsid w:val="008A1625"/>
    <w:rsid w:val="008A1825"/>
    <w:rsid w:val="008A216A"/>
    <w:rsid w:val="008A288E"/>
    <w:rsid w:val="008A3AB7"/>
    <w:rsid w:val="008A3F13"/>
    <w:rsid w:val="008A42E2"/>
    <w:rsid w:val="008A4329"/>
    <w:rsid w:val="008A4A16"/>
    <w:rsid w:val="008A4EAB"/>
    <w:rsid w:val="008A5D20"/>
    <w:rsid w:val="008A6DFE"/>
    <w:rsid w:val="008A733A"/>
    <w:rsid w:val="008A78FE"/>
    <w:rsid w:val="008A7C4D"/>
    <w:rsid w:val="008A7E2A"/>
    <w:rsid w:val="008B130D"/>
    <w:rsid w:val="008B3968"/>
    <w:rsid w:val="008B4867"/>
    <w:rsid w:val="008B486E"/>
    <w:rsid w:val="008B4A19"/>
    <w:rsid w:val="008B6061"/>
    <w:rsid w:val="008B6BC8"/>
    <w:rsid w:val="008B77B4"/>
    <w:rsid w:val="008B7FBD"/>
    <w:rsid w:val="008C0069"/>
    <w:rsid w:val="008C1552"/>
    <w:rsid w:val="008C1F44"/>
    <w:rsid w:val="008C2430"/>
    <w:rsid w:val="008C3023"/>
    <w:rsid w:val="008C3A87"/>
    <w:rsid w:val="008C3F5E"/>
    <w:rsid w:val="008C41EF"/>
    <w:rsid w:val="008C435E"/>
    <w:rsid w:val="008C465F"/>
    <w:rsid w:val="008C59C8"/>
    <w:rsid w:val="008C7631"/>
    <w:rsid w:val="008C7A52"/>
    <w:rsid w:val="008D0201"/>
    <w:rsid w:val="008D02A7"/>
    <w:rsid w:val="008D0708"/>
    <w:rsid w:val="008D0F85"/>
    <w:rsid w:val="008D19E5"/>
    <w:rsid w:val="008D1A4F"/>
    <w:rsid w:val="008D22EF"/>
    <w:rsid w:val="008D3212"/>
    <w:rsid w:val="008D3BE6"/>
    <w:rsid w:val="008D3E05"/>
    <w:rsid w:val="008D4131"/>
    <w:rsid w:val="008D50F3"/>
    <w:rsid w:val="008D584B"/>
    <w:rsid w:val="008D5BAA"/>
    <w:rsid w:val="008D72E4"/>
    <w:rsid w:val="008D738C"/>
    <w:rsid w:val="008E104D"/>
    <w:rsid w:val="008E13A3"/>
    <w:rsid w:val="008E15DE"/>
    <w:rsid w:val="008E37D8"/>
    <w:rsid w:val="008E4E75"/>
    <w:rsid w:val="008E5CC4"/>
    <w:rsid w:val="008E6678"/>
    <w:rsid w:val="008E6C7A"/>
    <w:rsid w:val="008E6FD2"/>
    <w:rsid w:val="008E7540"/>
    <w:rsid w:val="008E767A"/>
    <w:rsid w:val="008E7D79"/>
    <w:rsid w:val="008E7EDC"/>
    <w:rsid w:val="008F0665"/>
    <w:rsid w:val="008F0C28"/>
    <w:rsid w:val="008F14D5"/>
    <w:rsid w:val="008F1529"/>
    <w:rsid w:val="008F1757"/>
    <w:rsid w:val="008F1CF8"/>
    <w:rsid w:val="008F26E3"/>
    <w:rsid w:val="008F2996"/>
    <w:rsid w:val="008F2B6C"/>
    <w:rsid w:val="008F2FAF"/>
    <w:rsid w:val="008F3072"/>
    <w:rsid w:val="008F3106"/>
    <w:rsid w:val="008F313D"/>
    <w:rsid w:val="008F34EB"/>
    <w:rsid w:val="008F3CEA"/>
    <w:rsid w:val="008F44BC"/>
    <w:rsid w:val="008F478B"/>
    <w:rsid w:val="008F4A84"/>
    <w:rsid w:val="008F4F59"/>
    <w:rsid w:val="008F528C"/>
    <w:rsid w:val="008F6BE1"/>
    <w:rsid w:val="008F6C79"/>
    <w:rsid w:val="008F7160"/>
    <w:rsid w:val="008F7DF2"/>
    <w:rsid w:val="00900165"/>
    <w:rsid w:val="009001E4"/>
    <w:rsid w:val="00900C74"/>
    <w:rsid w:val="00902089"/>
    <w:rsid w:val="00902AC9"/>
    <w:rsid w:val="00902E97"/>
    <w:rsid w:val="009049AE"/>
    <w:rsid w:val="009049D5"/>
    <w:rsid w:val="00904A3B"/>
    <w:rsid w:val="00905339"/>
    <w:rsid w:val="00906EFD"/>
    <w:rsid w:val="00910654"/>
    <w:rsid w:val="00911411"/>
    <w:rsid w:val="0091157B"/>
    <w:rsid w:val="00911C69"/>
    <w:rsid w:val="00911F3A"/>
    <w:rsid w:val="00912FE5"/>
    <w:rsid w:val="009136BC"/>
    <w:rsid w:val="0091392E"/>
    <w:rsid w:val="00914415"/>
    <w:rsid w:val="00914556"/>
    <w:rsid w:val="00914684"/>
    <w:rsid w:val="0091482D"/>
    <w:rsid w:val="00914BAF"/>
    <w:rsid w:val="0091544C"/>
    <w:rsid w:val="009154C9"/>
    <w:rsid w:val="0091661D"/>
    <w:rsid w:val="00916D5D"/>
    <w:rsid w:val="00921884"/>
    <w:rsid w:val="00921BDC"/>
    <w:rsid w:val="009228D2"/>
    <w:rsid w:val="00922DE9"/>
    <w:rsid w:val="0092306F"/>
    <w:rsid w:val="00923178"/>
    <w:rsid w:val="009250D6"/>
    <w:rsid w:val="00926A45"/>
    <w:rsid w:val="00926F35"/>
    <w:rsid w:val="00927F28"/>
    <w:rsid w:val="00930122"/>
    <w:rsid w:val="00930810"/>
    <w:rsid w:val="00932290"/>
    <w:rsid w:val="00932357"/>
    <w:rsid w:val="0093324C"/>
    <w:rsid w:val="00933489"/>
    <w:rsid w:val="00933641"/>
    <w:rsid w:val="009345F1"/>
    <w:rsid w:val="00934730"/>
    <w:rsid w:val="00934829"/>
    <w:rsid w:val="009354CC"/>
    <w:rsid w:val="00935CA4"/>
    <w:rsid w:val="00936A81"/>
    <w:rsid w:val="00936D3B"/>
    <w:rsid w:val="00936D43"/>
    <w:rsid w:val="00940018"/>
    <w:rsid w:val="0094035C"/>
    <w:rsid w:val="009406CE"/>
    <w:rsid w:val="00940849"/>
    <w:rsid w:val="00942087"/>
    <w:rsid w:val="00942331"/>
    <w:rsid w:val="00943110"/>
    <w:rsid w:val="00943B1A"/>
    <w:rsid w:val="00943E1C"/>
    <w:rsid w:val="00945E83"/>
    <w:rsid w:val="0094682B"/>
    <w:rsid w:val="009503DD"/>
    <w:rsid w:val="00950D02"/>
    <w:rsid w:val="009514EA"/>
    <w:rsid w:val="00951992"/>
    <w:rsid w:val="0095277D"/>
    <w:rsid w:val="00952E98"/>
    <w:rsid w:val="00954035"/>
    <w:rsid w:val="00954100"/>
    <w:rsid w:val="009546DE"/>
    <w:rsid w:val="009546F1"/>
    <w:rsid w:val="00954AFA"/>
    <w:rsid w:val="00956109"/>
    <w:rsid w:val="00957D81"/>
    <w:rsid w:val="009611C3"/>
    <w:rsid w:val="009612FC"/>
    <w:rsid w:val="0096144F"/>
    <w:rsid w:val="0096176A"/>
    <w:rsid w:val="00964964"/>
    <w:rsid w:val="009663F5"/>
    <w:rsid w:val="009668C0"/>
    <w:rsid w:val="009678F2"/>
    <w:rsid w:val="00967B7F"/>
    <w:rsid w:val="00967EA0"/>
    <w:rsid w:val="0097017B"/>
    <w:rsid w:val="00971FCB"/>
    <w:rsid w:val="009721B5"/>
    <w:rsid w:val="0097339C"/>
    <w:rsid w:val="00973C62"/>
    <w:rsid w:val="00973D19"/>
    <w:rsid w:val="00973E22"/>
    <w:rsid w:val="0097402F"/>
    <w:rsid w:val="00974374"/>
    <w:rsid w:val="00975201"/>
    <w:rsid w:val="0097570A"/>
    <w:rsid w:val="0097598D"/>
    <w:rsid w:val="00975BB1"/>
    <w:rsid w:val="0097663D"/>
    <w:rsid w:val="00976C9D"/>
    <w:rsid w:val="00977729"/>
    <w:rsid w:val="00977837"/>
    <w:rsid w:val="00977CED"/>
    <w:rsid w:val="0098120F"/>
    <w:rsid w:val="009812AF"/>
    <w:rsid w:val="009817CC"/>
    <w:rsid w:val="00982D59"/>
    <w:rsid w:val="00982FFE"/>
    <w:rsid w:val="009832E7"/>
    <w:rsid w:val="00986B74"/>
    <w:rsid w:val="00986E8D"/>
    <w:rsid w:val="00987A01"/>
    <w:rsid w:val="00987A6E"/>
    <w:rsid w:val="009901B2"/>
    <w:rsid w:val="009903B3"/>
    <w:rsid w:val="0099083B"/>
    <w:rsid w:val="00991877"/>
    <w:rsid w:val="00991AB2"/>
    <w:rsid w:val="009920CB"/>
    <w:rsid w:val="00992139"/>
    <w:rsid w:val="00992B88"/>
    <w:rsid w:val="00992FB5"/>
    <w:rsid w:val="0099383D"/>
    <w:rsid w:val="00993E91"/>
    <w:rsid w:val="00994880"/>
    <w:rsid w:val="00996EB8"/>
    <w:rsid w:val="009A01E3"/>
    <w:rsid w:val="009A12DC"/>
    <w:rsid w:val="009A5561"/>
    <w:rsid w:val="009A5764"/>
    <w:rsid w:val="009A6C77"/>
    <w:rsid w:val="009A7DA8"/>
    <w:rsid w:val="009A7EFB"/>
    <w:rsid w:val="009B10AD"/>
    <w:rsid w:val="009B17EB"/>
    <w:rsid w:val="009B34CA"/>
    <w:rsid w:val="009B406F"/>
    <w:rsid w:val="009B414F"/>
    <w:rsid w:val="009B4258"/>
    <w:rsid w:val="009B5683"/>
    <w:rsid w:val="009B5F4C"/>
    <w:rsid w:val="009B6320"/>
    <w:rsid w:val="009B6DAC"/>
    <w:rsid w:val="009B73B0"/>
    <w:rsid w:val="009C0907"/>
    <w:rsid w:val="009C0AA4"/>
    <w:rsid w:val="009C0BA0"/>
    <w:rsid w:val="009C12EF"/>
    <w:rsid w:val="009C16D4"/>
    <w:rsid w:val="009C202A"/>
    <w:rsid w:val="009C2324"/>
    <w:rsid w:val="009C2392"/>
    <w:rsid w:val="009C26F4"/>
    <w:rsid w:val="009C2ADE"/>
    <w:rsid w:val="009C444C"/>
    <w:rsid w:val="009C4929"/>
    <w:rsid w:val="009C4B78"/>
    <w:rsid w:val="009C57F2"/>
    <w:rsid w:val="009C5B55"/>
    <w:rsid w:val="009C5ECC"/>
    <w:rsid w:val="009C5ED6"/>
    <w:rsid w:val="009C6015"/>
    <w:rsid w:val="009C62DF"/>
    <w:rsid w:val="009C64A7"/>
    <w:rsid w:val="009C682C"/>
    <w:rsid w:val="009C6A46"/>
    <w:rsid w:val="009C6A89"/>
    <w:rsid w:val="009C7598"/>
    <w:rsid w:val="009D0BEB"/>
    <w:rsid w:val="009D0FFA"/>
    <w:rsid w:val="009D14A7"/>
    <w:rsid w:val="009D2781"/>
    <w:rsid w:val="009D3BF5"/>
    <w:rsid w:val="009D4A5B"/>
    <w:rsid w:val="009D5195"/>
    <w:rsid w:val="009D5FD8"/>
    <w:rsid w:val="009D6640"/>
    <w:rsid w:val="009D7DF0"/>
    <w:rsid w:val="009D7E57"/>
    <w:rsid w:val="009E086C"/>
    <w:rsid w:val="009E0C2B"/>
    <w:rsid w:val="009E1297"/>
    <w:rsid w:val="009E195D"/>
    <w:rsid w:val="009E1A7B"/>
    <w:rsid w:val="009E1E05"/>
    <w:rsid w:val="009E3123"/>
    <w:rsid w:val="009E34B1"/>
    <w:rsid w:val="009E3CFC"/>
    <w:rsid w:val="009E3E3A"/>
    <w:rsid w:val="009E462C"/>
    <w:rsid w:val="009E5FE2"/>
    <w:rsid w:val="009E6B34"/>
    <w:rsid w:val="009E731D"/>
    <w:rsid w:val="009E7418"/>
    <w:rsid w:val="009E7665"/>
    <w:rsid w:val="009E79DB"/>
    <w:rsid w:val="009F0B9B"/>
    <w:rsid w:val="009F2C3F"/>
    <w:rsid w:val="009F399F"/>
    <w:rsid w:val="009F3AB7"/>
    <w:rsid w:val="009F4A71"/>
    <w:rsid w:val="009F526E"/>
    <w:rsid w:val="009F5477"/>
    <w:rsid w:val="009F71B7"/>
    <w:rsid w:val="00A019D1"/>
    <w:rsid w:val="00A0210D"/>
    <w:rsid w:val="00A031E0"/>
    <w:rsid w:val="00A03C38"/>
    <w:rsid w:val="00A03EE2"/>
    <w:rsid w:val="00A03F25"/>
    <w:rsid w:val="00A0584A"/>
    <w:rsid w:val="00A07981"/>
    <w:rsid w:val="00A07EB4"/>
    <w:rsid w:val="00A100D4"/>
    <w:rsid w:val="00A10586"/>
    <w:rsid w:val="00A11AD8"/>
    <w:rsid w:val="00A11FBF"/>
    <w:rsid w:val="00A122A7"/>
    <w:rsid w:val="00A12EC9"/>
    <w:rsid w:val="00A13AC5"/>
    <w:rsid w:val="00A13E63"/>
    <w:rsid w:val="00A14B07"/>
    <w:rsid w:val="00A14DBE"/>
    <w:rsid w:val="00A14F3D"/>
    <w:rsid w:val="00A158E1"/>
    <w:rsid w:val="00A15911"/>
    <w:rsid w:val="00A1651A"/>
    <w:rsid w:val="00A16772"/>
    <w:rsid w:val="00A171FA"/>
    <w:rsid w:val="00A17213"/>
    <w:rsid w:val="00A17E89"/>
    <w:rsid w:val="00A2133C"/>
    <w:rsid w:val="00A21DB6"/>
    <w:rsid w:val="00A22419"/>
    <w:rsid w:val="00A22ACC"/>
    <w:rsid w:val="00A239F8"/>
    <w:rsid w:val="00A245B5"/>
    <w:rsid w:val="00A25B0F"/>
    <w:rsid w:val="00A26823"/>
    <w:rsid w:val="00A27E06"/>
    <w:rsid w:val="00A30331"/>
    <w:rsid w:val="00A30633"/>
    <w:rsid w:val="00A31F30"/>
    <w:rsid w:val="00A32F88"/>
    <w:rsid w:val="00A33531"/>
    <w:rsid w:val="00A34F9E"/>
    <w:rsid w:val="00A3613E"/>
    <w:rsid w:val="00A36C82"/>
    <w:rsid w:val="00A36D25"/>
    <w:rsid w:val="00A372BC"/>
    <w:rsid w:val="00A402BE"/>
    <w:rsid w:val="00A40951"/>
    <w:rsid w:val="00A40D5A"/>
    <w:rsid w:val="00A41B80"/>
    <w:rsid w:val="00A432C6"/>
    <w:rsid w:val="00A434F8"/>
    <w:rsid w:val="00A4353B"/>
    <w:rsid w:val="00A436DC"/>
    <w:rsid w:val="00A445E2"/>
    <w:rsid w:val="00A46EFC"/>
    <w:rsid w:val="00A47DE7"/>
    <w:rsid w:val="00A5021E"/>
    <w:rsid w:val="00A50FC2"/>
    <w:rsid w:val="00A51554"/>
    <w:rsid w:val="00A51731"/>
    <w:rsid w:val="00A51DC7"/>
    <w:rsid w:val="00A52F08"/>
    <w:rsid w:val="00A52FCC"/>
    <w:rsid w:val="00A5300A"/>
    <w:rsid w:val="00A53603"/>
    <w:rsid w:val="00A53B18"/>
    <w:rsid w:val="00A53DE5"/>
    <w:rsid w:val="00A54764"/>
    <w:rsid w:val="00A54819"/>
    <w:rsid w:val="00A555AB"/>
    <w:rsid w:val="00A55B98"/>
    <w:rsid w:val="00A569A0"/>
    <w:rsid w:val="00A56D0F"/>
    <w:rsid w:val="00A57038"/>
    <w:rsid w:val="00A613BE"/>
    <w:rsid w:val="00A63131"/>
    <w:rsid w:val="00A63746"/>
    <w:rsid w:val="00A63A80"/>
    <w:rsid w:val="00A63CF3"/>
    <w:rsid w:val="00A63E47"/>
    <w:rsid w:val="00A644C9"/>
    <w:rsid w:val="00A64B14"/>
    <w:rsid w:val="00A6651F"/>
    <w:rsid w:val="00A67CAC"/>
    <w:rsid w:val="00A67D6A"/>
    <w:rsid w:val="00A67D7D"/>
    <w:rsid w:val="00A70E1B"/>
    <w:rsid w:val="00A7138C"/>
    <w:rsid w:val="00A71D48"/>
    <w:rsid w:val="00A7255C"/>
    <w:rsid w:val="00A7277C"/>
    <w:rsid w:val="00A7289B"/>
    <w:rsid w:val="00A734EA"/>
    <w:rsid w:val="00A737CA"/>
    <w:rsid w:val="00A73AEB"/>
    <w:rsid w:val="00A73BA1"/>
    <w:rsid w:val="00A741C5"/>
    <w:rsid w:val="00A75457"/>
    <w:rsid w:val="00A765F6"/>
    <w:rsid w:val="00A77561"/>
    <w:rsid w:val="00A80B77"/>
    <w:rsid w:val="00A82B9D"/>
    <w:rsid w:val="00A833DD"/>
    <w:rsid w:val="00A83A4F"/>
    <w:rsid w:val="00A842D0"/>
    <w:rsid w:val="00A84E7F"/>
    <w:rsid w:val="00A870C1"/>
    <w:rsid w:val="00A871A3"/>
    <w:rsid w:val="00A87334"/>
    <w:rsid w:val="00A8749D"/>
    <w:rsid w:val="00A87621"/>
    <w:rsid w:val="00A90CB4"/>
    <w:rsid w:val="00A916B9"/>
    <w:rsid w:val="00A91FAC"/>
    <w:rsid w:val="00A921CB"/>
    <w:rsid w:val="00A92E97"/>
    <w:rsid w:val="00A932F7"/>
    <w:rsid w:val="00A93D64"/>
    <w:rsid w:val="00A9461E"/>
    <w:rsid w:val="00A95117"/>
    <w:rsid w:val="00A9583C"/>
    <w:rsid w:val="00A95A0D"/>
    <w:rsid w:val="00A95E52"/>
    <w:rsid w:val="00A95FD9"/>
    <w:rsid w:val="00A9612D"/>
    <w:rsid w:val="00A977E8"/>
    <w:rsid w:val="00AA0783"/>
    <w:rsid w:val="00AA20A0"/>
    <w:rsid w:val="00AA2147"/>
    <w:rsid w:val="00AA23D9"/>
    <w:rsid w:val="00AA2482"/>
    <w:rsid w:val="00AA2760"/>
    <w:rsid w:val="00AA2B13"/>
    <w:rsid w:val="00AA2D9F"/>
    <w:rsid w:val="00AA374D"/>
    <w:rsid w:val="00AA38AB"/>
    <w:rsid w:val="00AA55DE"/>
    <w:rsid w:val="00AA6526"/>
    <w:rsid w:val="00AA6DAD"/>
    <w:rsid w:val="00AA7562"/>
    <w:rsid w:val="00AA7CAE"/>
    <w:rsid w:val="00AB244B"/>
    <w:rsid w:val="00AB2560"/>
    <w:rsid w:val="00AB27F3"/>
    <w:rsid w:val="00AB3286"/>
    <w:rsid w:val="00AB3352"/>
    <w:rsid w:val="00AB340E"/>
    <w:rsid w:val="00AB3CD6"/>
    <w:rsid w:val="00AB3FD1"/>
    <w:rsid w:val="00AB4506"/>
    <w:rsid w:val="00AB4E8E"/>
    <w:rsid w:val="00AB53A3"/>
    <w:rsid w:val="00AB5569"/>
    <w:rsid w:val="00AB568D"/>
    <w:rsid w:val="00AB6424"/>
    <w:rsid w:val="00AB6A78"/>
    <w:rsid w:val="00AB721D"/>
    <w:rsid w:val="00AB757E"/>
    <w:rsid w:val="00AB7BB9"/>
    <w:rsid w:val="00AC0232"/>
    <w:rsid w:val="00AC0A00"/>
    <w:rsid w:val="00AC0E42"/>
    <w:rsid w:val="00AC1085"/>
    <w:rsid w:val="00AC284E"/>
    <w:rsid w:val="00AC4F85"/>
    <w:rsid w:val="00AC55C7"/>
    <w:rsid w:val="00AC6502"/>
    <w:rsid w:val="00AC6C2D"/>
    <w:rsid w:val="00AD0B05"/>
    <w:rsid w:val="00AD0C79"/>
    <w:rsid w:val="00AD138A"/>
    <w:rsid w:val="00AD4029"/>
    <w:rsid w:val="00AD4353"/>
    <w:rsid w:val="00AD4364"/>
    <w:rsid w:val="00AD5483"/>
    <w:rsid w:val="00AD5A51"/>
    <w:rsid w:val="00AD5AFB"/>
    <w:rsid w:val="00AD6BDA"/>
    <w:rsid w:val="00AD737E"/>
    <w:rsid w:val="00AD74A8"/>
    <w:rsid w:val="00AD7C2E"/>
    <w:rsid w:val="00AE1ED8"/>
    <w:rsid w:val="00AE223E"/>
    <w:rsid w:val="00AE2DD1"/>
    <w:rsid w:val="00AE3169"/>
    <w:rsid w:val="00AE34F9"/>
    <w:rsid w:val="00AE45DF"/>
    <w:rsid w:val="00AE55F2"/>
    <w:rsid w:val="00AE7A1C"/>
    <w:rsid w:val="00AE7B73"/>
    <w:rsid w:val="00AE7D5F"/>
    <w:rsid w:val="00AF004E"/>
    <w:rsid w:val="00AF1218"/>
    <w:rsid w:val="00AF18B3"/>
    <w:rsid w:val="00AF202F"/>
    <w:rsid w:val="00AF245D"/>
    <w:rsid w:val="00AF289C"/>
    <w:rsid w:val="00AF2C05"/>
    <w:rsid w:val="00AF4671"/>
    <w:rsid w:val="00AF4AB7"/>
    <w:rsid w:val="00AF4AEA"/>
    <w:rsid w:val="00AF53D6"/>
    <w:rsid w:val="00AF5A3E"/>
    <w:rsid w:val="00AF62BD"/>
    <w:rsid w:val="00AF69AD"/>
    <w:rsid w:val="00AF6D58"/>
    <w:rsid w:val="00AF74D6"/>
    <w:rsid w:val="00AF791F"/>
    <w:rsid w:val="00B01163"/>
    <w:rsid w:val="00B0141F"/>
    <w:rsid w:val="00B01633"/>
    <w:rsid w:val="00B01A6B"/>
    <w:rsid w:val="00B02571"/>
    <w:rsid w:val="00B03267"/>
    <w:rsid w:val="00B04B44"/>
    <w:rsid w:val="00B05288"/>
    <w:rsid w:val="00B059D1"/>
    <w:rsid w:val="00B064AA"/>
    <w:rsid w:val="00B068BB"/>
    <w:rsid w:val="00B06CA4"/>
    <w:rsid w:val="00B07A63"/>
    <w:rsid w:val="00B07E4F"/>
    <w:rsid w:val="00B105C0"/>
    <w:rsid w:val="00B10EEC"/>
    <w:rsid w:val="00B11C26"/>
    <w:rsid w:val="00B11D72"/>
    <w:rsid w:val="00B1306C"/>
    <w:rsid w:val="00B133EA"/>
    <w:rsid w:val="00B13EA5"/>
    <w:rsid w:val="00B14663"/>
    <w:rsid w:val="00B14A19"/>
    <w:rsid w:val="00B14AEB"/>
    <w:rsid w:val="00B15548"/>
    <w:rsid w:val="00B15AC5"/>
    <w:rsid w:val="00B160BA"/>
    <w:rsid w:val="00B16FE0"/>
    <w:rsid w:val="00B208A2"/>
    <w:rsid w:val="00B20ECF"/>
    <w:rsid w:val="00B210FF"/>
    <w:rsid w:val="00B21C21"/>
    <w:rsid w:val="00B21CFF"/>
    <w:rsid w:val="00B2218E"/>
    <w:rsid w:val="00B2267D"/>
    <w:rsid w:val="00B22AA1"/>
    <w:rsid w:val="00B22BAD"/>
    <w:rsid w:val="00B22FB2"/>
    <w:rsid w:val="00B237FB"/>
    <w:rsid w:val="00B249ED"/>
    <w:rsid w:val="00B25FBA"/>
    <w:rsid w:val="00B26549"/>
    <w:rsid w:val="00B265BB"/>
    <w:rsid w:val="00B26F6B"/>
    <w:rsid w:val="00B276B6"/>
    <w:rsid w:val="00B27747"/>
    <w:rsid w:val="00B27A02"/>
    <w:rsid w:val="00B27DC2"/>
    <w:rsid w:val="00B301EA"/>
    <w:rsid w:val="00B307C2"/>
    <w:rsid w:val="00B30AEF"/>
    <w:rsid w:val="00B31113"/>
    <w:rsid w:val="00B31C4C"/>
    <w:rsid w:val="00B32A8E"/>
    <w:rsid w:val="00B33ADB"/>
    <w:rsid w:val="00B347AA"/>
    <w:rsid w:val="00B34846"/>
    <w:rsid w:val="00B34CF0"/>
    <w:rsid w:val="00B34D08"/>
    <w:rsid w:val="00B34D0C"/>
    <w:rsid w:val="00B36160"/>
    <w:rsid w:val="00B36329"/>
    <w:rsid w:val="00B36EB3"/>
    <w:rsid w:val="00B36F06"/>
    <w:rsid w:val="00B3728F"/>
    <w:rsid w:val="00B3767D"/>
    <w:rsid w:val="00B37BFB"/>
    <w:rsid w:val="00B40092"/>
    <w:rsid w:val="00B40716"/>
    <w:rsid w:val="00B4100E"/>
    <w:rsid w:val="00B4159F"/>
    <w:rsid w:val="00B4183B"/>
    <w:rsid w:val="00B42E90"/>
    <w:rsid w:val="00B446F9"/>
    <w:rsid w:val="00B44D00"/>
    <w:rsid w:val="00B453D5"/>
    <w:rsid w:val="00B457DA"/>
    <w:rsid w:val="00B462D4"/>
    <w:rsid w:val="00B4701C"/>
    <w:rsid w:val="00B47A8E"/>
    <w:rsid w:val="00B505A6"/>
    <w:rsid w:val="00B50E28"/>
    <w:rsid w:val="00B51740"/>
    <w:rsid w:val="00B51995"/>
    <w:rsid w:val="00B519DC"/>
    <w:rsid w:val="00B51C80"/>
    <w:rsid w:val="00B5263D"/>
    <w:rsid w:val="00B5387D"/>
    <w:rsid w:val="00B54DB8"/>
    <w:rsid w:val="00B54E8F"/>
    <w:rsid w:val="00B559B7"/>
    <w:rsid w:val="00B57213"/>
    <w:rsid w:val="00B6152B"/>
    <w:rsid w:val="00B62BE1"/>
    <w:rsid w:val="00B62EB2"/>
    <w:rsid w:val="00B62FBC"/>
    <w:rsid w:val="00B6371A"/>
    <w:rsid w:val="00B64162"/>
    <w:rsid w:val="00B659B1"/>
    <w:rsid w:val="00B67691"/>
    <w:rsid w:val="00B67B47"/>
    <w:rsid w:val="00B73030"/>
    <w:rsid w:val="00B7349D"/>
    <w:rsid w:val="00B735DE"/>
    <w:rsid w:val="00B73CF1"/>
    <w:rsid w:val="00B73DAC"/>
    <w:rsid w:val="00B73FD5"/>
    <w:rsid w:val="00B74995"/>
    <w:rsid w:val="00B751F1"/>
    <w:rsid w:val="00B75EE8"/>
    <w:rsid w:val="00B76116"/>
    <w:rsid w:val="00B76386"/>
    <w:rsid w:val="00B77C84"/>
    <w:rsid w:val="00B80237"/>
    <w:rsid w:val="00B80252"/>
    <w:rsid w:val="00B8157B"/>
    <w:rsid w:val="00B8182B"/>
    <w:rsid w:val="00B81885"/>
    <w:rsid w:val="00B825A3"/>
    <w:rsid w:val="00B82F35"/>
    <w:rsid w:val="00B84264"/>
    <w:rsid w:val="00B855DE"/>
    <w:rsid w:val="00B8585B"/>
    <w:rsid w:val="00B85C3E"/>
    <w:rsid w:val="00B85E9D"/>
    <w:rsid w:val="00B85ECE"/>
    <w:rsid w:val="00B86672"/>
    <w:rsid w:val="00B868BB"/>
    <w:rsid w:val="00B86DF1"/>
    <w:rsid w:val="00B876AA"/>
    <w:rsid w:val="00B879EE"/>
    <w:rsid w:val="00B91ADF"/>
    <w:rsid w:val="00B920C8"/>
    <w:rsid w:val="00B9270C"/>
    <w:rsid w:val="00B93BB8"/>
    <w:rsid w:val="00B949BD"/>
    <w:rsid w:val="00B94BC7"/>
    <w:rsid w:val="00B952F1"/>
    <w:rsid w:val="00B95984"/>
    <w:rsid w:val="00B96EBA"/>
    <w:rsid w:val="00B96F62"/>
    <w:rsid w:val="00B97431"/>
    <w:rsid w:val="00B97837"/>
    <w:rsid w:val="00B97844"/>
    <w:rsid w:val="00B97E79"/>
    <w:rsid w:val="00BA0302"/>
    <w:rsid w:val="00BA0E4D"/>
    <w:rsid w:val="00BA0F50"/>
    <w:rsid w:val="00BA1B42"/>
    <w:rsid w:val="00BA2682"/>
    <w:rsid w:val="00BA2964"/>
    <w:rsid w:val="00BA2A10"/>
    <w:rsid w:val="00BA2C31"/>
    <w:rsid w:val="00BA2DD6"/>
    <w:rsid w:val="00BA4CFE"/>
    <w:rsid w:val="00BA4F99"/>
    <w:rsid w:val="00BA5E61"/>
    <w:rsid w:val="00BA61AA"/>
    <w:rsid w:val="00BA670C"/>
    <w:rsid w:val="00BA699A"/>
    <w:rsid w:val="00BA7BFD"/>
    <w:rsid w:val="00BA7CC1"/>
    <w:rsid w:val="00BB0692"/>
    <w:rsid w:val="00BB07D3"/>
    <w:rsid w:val="00BB1041"/>
    <w:rsid w:val="00BB180E"/>
    <w:rsid w:val="00BB2F9D"/>
    <w:rsid w:val="00BB2FA3"/>
    <w:rsid w:val="00BB317A"/>
    <w:rsid w:val="00BB353D"/>
    <w:rsid w:val="00BB3A67"/>
    <w:rsid w:val="00BB3C9E"/>
    <w:rsid w:val="00BB6181"/>
    <w:rsid w:val="00BB65AB"/>
    <w:rsid w:val="00BB6D3B"/>
    <w:rsid w:val="00BB7889"/>
    <w:rsid w:val="00BB7A37"/>
    <w:rsid w:val="00BC06C3"/>
    <w:rsid w:val="00BC14E1"/>
    <w:rsid w:val="00BC1BFA"/>
    <w:rsid w:val="00BC1EE1"/>
    <w:rsid w:val="00BC2068"/>
    <w:rsid w:val="00BC2809"/>
    <w:rsid w:val="00BC2E1B"/>
    <w:rsid w:val="00BC3704"/>
    <w:rsid w:val="00BC38C4"/>
    <w:rsid w:val="00BC39E0"/>
    <w:rsid w:val="00BC3FC7"/>
    <w:rsid w:val="00BC4F1A"/>
    <w:rsid w:val="00BC5649"/>
    <w:rsid w:val="00BC6B70"/>
    <w:rsid w:val="00BC706D"/>
    <w:rsid w:val="00BC78A3"/>
    <w:rsid w:val="00BD02DC"/>
    <w:rsid w:val="00BD0357"/>
    <w:rsid w:val="00BD05EE"/>
    <w:rsid w:val="00BD1F8A"/>
    <w:rsid w:val="00BD2F54"/>
    <w:rsid w:val="00BD3FB2"/>
    <w:rsid w:val="00BD412E"/>
    <w:rsid w:val="00BD62E1"/>
    <w:rsid w:val="00BD6319"/>
    <w:rsid w:val="00BD64EA"/>
    <w:rsid w:val="00BD6D0E"/>
    <w:rsid w:val="00BD7456"/>
    <w:rsid w:val="00BD757D"/>
    <w:rsid w:val="00BD7AC3"/>
    <w:rsid w:val="00BE004C"/>
    <w:rsid w:val="00BE103E"/>
    <w:rsid w:val="00BE116A"/>
    <w:rsid w:val="00BE1EB3"/>
    <w:rsid w:val="00BE24DD"/>
    <w:rsid w:val="00BE2A84"/>
    <w:rsid w:val="00BE2B71"/>
    <w:rsid w:val="00BE2DE3"/>
    <w:rsid w:val="00BE46F7"/>
    <w:rsid w:val="00BE7034"/>
    <w:rsid w:val="00BE733F"/>
    <w:rsid w:val="00BE78AB"/>
    <w:rsid w:val="00BE798A"/>
    <w:rsid w:val="00BF0919"/>
    <w:rsid w:val="00BF0D81"/>
    <w:rsid w:val="00BF1AA2"/>
    <w:rsid w:val="00BF1B9B"/>
    <w:rsid w:val="00BF209F"/>
    <w:rsid w:val="00BF2585"/>
    <w:rsid w:val="00BF390E"/>
    <w:rsid w:val="00BF3E1E"/>
    <w:rsid w:val="00BF444C"/>
    <w:rsid w:val="00BF48E0"/>
    <w:rsid w:val="00BF493D"/>
    <w:rsid w:val="00BF55ED"/>
    <w:rsid w:val="00BF5E73"/>
    <w:rsid w:val="00BF674A"/>
    <w:rsid w:val="00BF756C"/>
    <w:rsid w:val="00BF79A4"/>
    <w:rsid w:val="00C00144"/>
    <w:rsid w:val="00C00252"/>
    <w:rsid w:val="00C005C9"/>
    <w:rsid w:val="00C006EF"/>
    <w:rsid w:val="00C0139E"/>
    <w:rsid w:val="00C024EF"/>
    <w:rsid w:val="00C03C38"/>
    <w:rsid w:val="00C040FB"/>
    <w:rsid w:val="00C044FB"/>
    <w:rsid w:val="00C07CD6"/>
    <w:rsid w:val="00C07FD0"/>
    <w:rsid w:val="00C109DA"/>
    <w:rsid w:val="00C11589"/>
    <w:rsid w:val="00C122A0"/>
    <w:rsid w:val="00C124E5"/>
    <w:rsid w:val="00C143B5"/>
    <w:rsid w:val="00C14503"/>
    <w:rsid w:val="00C14567"/>
    <w:rsid w:val="00C1535F"/>
    <w:rsid w:val="00C15A27"/>
    <w:rsid w:val="00C16BDC"/>
    <w:rsid w:val="00C17A0B"/>
    <w:rsid w:val="00C17DF8"/>
    <w:rsid w:val="00C201D6"/>
    <w:rsid w:val="00C20272"/>
    <w:rsid w:val="00C2196A"/>
    <w:rsid w:val="00C230B4"/>
    <w:rsid w:val="00C250C8"/>
    <w:rsid w:val="00C2585E"/>
    <w:rsid w:val="00C25C12"/>
    <w:rsid w:val="00C26419"/>
    <w:rsid w:val="00C26756"/>
    <w:rsid w:val="00C27D89"/>
    <w:rsid w:val="00C27E31"/>
    <w:rsid w:val="00C300DC"/>
    <w:rsid w:val="00C30C97"/>
    <w:rsid w:val="00C30E40"/>
    <w:rsid w:val="00C31860"/>
    <w:rsid w:val="00C31AD9"/>
    <w:rsid w:val="00C31B7F"/>
    <w:rsid w:val="00C31E5F"/>
    <w:rsid w:val="00C32972"/>
    <w:rsid w:val="00C32EAA"/>
    <w:rsid w:val="00C336B3"/>
    <w:rsid w:val="00C33EFE"/>
    <w:rsid w:val="00C34C46"/>
    <w:rsid w:val="00C34FDF"/>
    <w:rsid w:val="00C35B40"/>
    <w:rsid w:val="00C35BEF"/>
    <w:rsid w:val="00C3641A"/>
    <w:rsid w:val="00C36A73"/>
    <w:rsid w:val="00C36C7F"/>
    <w:rsid w:val="00C372E7"/>
    <w:rsid w:val="00C377D2"/>
    <w:rsid w:val="00C40206"/>
    <w:rsid w:val="00C402D0"/>
    <w:rsid w:val="00C404B2"/>
    <w:rsid w:val="00C408E2"/>
    <w:rsid w:val="00C40A95"/>
    <w:rsid w:val="00C41EF9"/>
    <w:rsid w:val="00C44273"/>
    <w:rsid w:val="00C46899"/>
    <w:rsid w:val="00C468C3"/>
    <w:rsid w:val="00C4708B"/>
    <w:rsid w:val="00C50575"/>
    <w:rsid w:val="00C505FE"/>
    <w:rsid w:val="00C51999"/>
    <w:rsid w:val="00C51A29"/>
    <w:rsid w:val="00C51BD0"/>
    <w:rsid w:val="00C5297D"/>
    <w:rsid w:val="00C52BFD"/>
    <w:rsid w:val="00C5321F"/>
    <w:rsid w:val="00C5362E"/>
    <w:rsid w:val="00C53F3F"/>
    <w:rsid w:val="00C542E4"/>
    <w:rsid w:val="00C55080"/>
    <w:rsid w:val="00C562A8"/>
    <w:rsid w:val="00C56B87"/>
    <w:rsid w:val="00C56CBB"/>
    <w:rsid w:val="00C5702B"/>
    <w:rsid w:val="00C6022B"/>
    <w:rsid w:val="00C602EC"/>
    <w:rsid w:val="00C6210E"/>
    <w:rsid w:val="00C62194"/>
    <w:rsid w:val="00C624F1"/>
    <w:rsid w:val="00C62A68"/>
    <w:rsid w:val="00C630B1"/>
    <w:rsid w:val="00C63CBB"/>
    <w:rsid w:val="00C65440"/>
    <w:rsid w:val="00C65885"/>
    <w:rsid w:val="00C671EF"/>
    <w:rsid w:val="00C671FF"/>
    <w:rsid w:val="00C67E51"/>
    <w:rsid w:val="00C7123B"/>
    <w:rsid w:val="00C71531"/>
    <w:rsid w:val="00C71BED"/>
    <w:rsid w:val="00C7273C"/>
    <w:rsid w:val="00C72FA9"/>
    <w:rsid w:val="00C735E1"/>
    <w:rsid w:val="00C73CB0"/>
    <w:rsid w:val="00C744C4"/>
    <w:rsid w:val="00C74D24"/>
    <w:rsid w:val="00C756FB"/>
    <w:rsid w:val="00C76C67"/>
    <w:rsid w:val="00C77588"/>
    <w:rsid w:val="00C77BFC"/>
    <w:rsid w:val="00C810D6"/>
    <w:rsid w:val="00C81CD7"/>
    <w:rsid w:val="00C8228A"/>
    <w:rsid w:val="00C82586"/>
    <w:rsid w:val="00C83FC2"/>
    <w:rsid w:val="00C8403F"/>
    <w:rsid w:val="00C84144"/>
    <w:rsid w:val="00C84E70"/>
    <w:rsid w:val="00C84EDB"/>
    <w:rsid w:val="00C86042"/>
    <w:rsid w:val="00C86370"/>
    <w:rsid w:val="00C86EBD"/>
    <w:rsid w:val="00C86EC3"/>
    <w:rsid w:val="00C904AF"/>
    <w:rsid w:val="00C9149F"/>
    <w:rsid w:val="00C91572"/>
    <w:rsid w:val="00C91949"/>
    <w:rsid w:val="00C91BAE"/>
    <w:rsid w:val="00C920F4"/>
    <w:rsid w:val="00C9369E"/>
    <w:rsid w:val="00C93C58"/>
    <w:rsid w:val="00C9496E"/>
    <w:rsid w:val="00C94D55"/>
    <w:rsid w:val="00C94ED5"/>
    <w:rsid w:val="00C95163"/>
    <w:rsid w:val="00C95582"/>
    <w:rsid w:val="00C95C73"/>
    <w:rsid w:val="00C95D65"/>
    <w:rsid w:val="00CA010C"/>
    <w:rsid w:val="00CA025D"/>
    <w:rsid w:val="00CA0F41"/>
    <w:rsid w:val="00CA18A0"/>
    <w:rsid w:val="00CA1BA1"/>
    <w:rsid w:val="00CA3190"/>
    <w:rsid w:val="00CA369A"/>
    <w:rsid w:val="00CA4626"/>
    <w:rsid w:val="00CA51CC"/>
    <w:rsid w:val="00CA5439"/>
    <w:rsid w:val="00CA73BA"/>
    <w:rsid w:val="00CA7CCA"/>
    <w:rsid w:val="00CA7EB8"/>
    <w:rsid w:val="00CB05FA"/>
    <w:rsid w:val="00CB07CE"/>
    <w:rsid w:val="00CB07FD"/>
    <w:rsid w:val="00CB1033"/>
    <w:rsid w:val="00CB1F1B"/>
    <w:rsid w:val="00CB3188"/>
    <w:rsid w:val="00CB327F"/>
    <w:rsid w:val="00CB4807"/>
    <w:rsid w:val="00CB4EE2"/>
    <w:rsid w:val="00CB4FAA"/>
    <w:rsid w:val="00CB5AD5"/>
    <w:rsid w:val="00CB5CD7"/>
    <w:rsid w:val="00CB6A17"/>
    <w:rsid w:val="00CB748B"/>
    <w:rsid w:val="00CB7740"/>
    <w:rsid w:val="00CB7B85"/>
    <w:rsid w:val="00CC026C"/>
    <w:rsid w:val="00CC1637"/>
    <w:rsid w:val="00CC2312"/>
    <w:rsid w:val="00CC24CB"/>
    <w:rsid w:val="00CC3578"/>
    <w:rsid w:val="00CC39C7"/>
    <w:rsid w:val="00CC3DE0"/>
    <w:rsid w:val="00CC46BD"/>
    <w:rsid w:val="00CC70C6"/>
    <w:rsid w:val="00CC74C3"/>
    <w:rsid w:val="00CC7DE8"/>
    <w:rsid w:val="00CD029D"/>
    <w:rsid w:val="00CD1E8F"/>
    <w:rsid w:val="00CD2850"/>
    <w:rsid w:val="00CD288D"/>
    <w:rsid w:val="00CD2B12"/>
    <w:rsid w:val="00CD2D9F"/>
    <w:rsid w:val="00CD2DE9"/>
    <w:rsid w:val="00CD3298"/>
    <w:rsid w:val="00CD3402"/>
    <w:rsid w:val="00CD57B6"/>
    <w:rsid w:val="00CD66DC"/>
    <w:rsid w:val="00CD6922"/>
    <w:rsid w:val="00CD6F40"/>
    <w:rsid w:val="00CD7D23"/>
    <w:rsid w:val="00CE0A4D"/>
    <w:rsid w:val="00CE1043"/>
    <w:rsid w:val="00CE1378"/>
    <w:rsid w:val="00CE1945"/>
    <w:rsid w:val="00CE2EF4"/>
    <w:rsid w:val="00CE301F"/>
    <w:rsid w:val="00CE3055"/>
    <w:rsid w:val="00CE3219"/>
    <w:rsid w:val="00CE3953"/>
    <w:rsid w:val="00CE43D1"/>
    <w:rsid w:val="00CE4A1B"/>
    <w:rsid w:val="00CE4AB0"/>
    <w:rsid w:val="00CE55D5"/>
    <w:rsid w:val="00CE5C69"/>
    <w:rsid w:val="00CE6551"/>
    <w:rsid w:val="00CE7FAB"/>
    <w:rsid w:val="00CE7FB3"/>
    <w:rsid w:val="00CF0F13"/>
    <w:rsid w:val="00CF1979"/>
    <w:rsid w:val="00CF2230"/>
    <w:rsid w:val="00CF2AF4"/>
    <w:rsid w:val="00CF2BCA"/>
    <w:rsid w:val="00CF326A"/>
    <w:rsid w:val="00CF3578"/>
    <w:rsid w:val="00CF4BCB"/>
    <w:rsid w:val="00CF4E6E"/>
    <w:rsid w:val="00CF5054"/>
    <w:rsid w:val="00CF5DC9"/>
    <w:rsid w:val="00D02A6B"/>
    <w:rsid w:val="00D02C05"/>
    <w:rsid w:val="00D04B80"/>
    <w:rsid w:val="00D04C30"/>
    <w:rsid w:val="00D04C87"/>
    <w:rsid w:val="00D05FBC"/>
    <w:rsid w:val="00D06567"/>
    <w:rsid w:val="00D069AB"/>
    <w:rsid w:val="00D06F5B"/>
    <w:rsid w:val="00D07F34"/>
    <w:rsid w:val="00D1020C"/>
    <w:rsid w:val="00D1254E"/>
    <w:rsid w:val="00D125F6"/>
    <w:rsid w:val="00D127DD"/>
    <w:rsid w:val="00D1294B"/>
    <w:rsid w:val="00D1352A"/>
    <w:rsid w:val="00D1561A"/>
    <w:rsid w:val="00D174A4"/>
    <w:rsid w:val="00D203EF"/>
    <w:rsid w:val="00D205F9"/>
    <w:rsid w:val="00D20969"/>
    <w:rsid w:val="00D217BA"/>
    <w:rsid w:val="00D22962"/>
    <w:rsid w:val="00D23170"/>
    <w:rsid w:val="00D232B6"/>
    <w:rsid w:val="00D23C8B"/>
    <w:rsid w:val="00D2421F"/>
    <w:rsid w:val="00D246B2"/>
    <w:rsid w:val="00D251D8"/>
    <w:rsid w:val="00D259F9"/>
    <w:rsid w:val="00D2634C"/>
    <w:rsid w:val="00D2683A"/>
    <w:rsid w:val="00D30329"/>
    <w:rsid w:val="00D317A7"/>
    <w:rsid w:val="00D32251"/>
    <w:rsid w:val="00D32BC5"/>
    <w:rsid w:val="00D32DE3"/>
    <w:rsid w:val="00D32FC3"/>
    <w:rsid w:val="00D33418"/>
    <w:rsid w:val="00D34AFF"/>
    <w:rsid w:val="00D3524F"/>
    <w:rsid w:val="00D3546D"/>
    <w:rsid w:val="00D35527"/>
    <w:rsid w:val="00D35ED3"/>
    <w:rsid w:val="00D361DF"/>
    <w:rsid w:val="00D36B24"/>
    <w:rsid w:val="00D408BA"/>
    <w:rsid w:val="00D414E1"/>
    <w:rsid w:val="00D41DA9"/>
    <w:rsid w:val="00D4240E"/>
    <w:rsid w:val="00D42976"/>
    <w:rsid w:val="00D42B99"/>
    <w:rsid w:val="00D43C4D"/>
    <w:rsid w:val="00D43D53"/>
    <w:rsid w:val="00D43DDB"/>
    <w:rsid w:val="00D43F6E"/>
    <w:rsid w:val="00D456B1"/>
    <w:rsid w:val="00D457AC"/>
    <w:rsid w:val="00D46951"/>
    <w:rsid w:val="00D46D06"/>
    <w:rsid w:val="00D46D0F"/>
    <w:rsid w:val="00D46F7A"/>
    <w:rsid w:val="00D47D73"/>
    <w:rsid w:val="00D5042E"/>
    <w:rsid w:val="00D512B5"/>
    <w:rsid w:val="00D51CC3"/>
    <w:rsid w:val="00D52561"/>
    <w:rsid w:val="00D52847"/>
    <w:rsid w:val="00D53769"/>
    <w:rsid w:val="00D539C3"/>
    <w:rsid w:val="00D53C97"/>
    <w:rsid w:val="00D546B2"/>
    <w:rsid w:val="00D556E5"/>
    <w:rsid w:val="00D56091"/>
    <w:rsid w:val="00D56641"/>
    <w:rsid w:val="00D56672"/>
    <w:rsid w:val="00D5672B"/>
    <w:rsid w:val="00D5727A"/>
    <w:rsid w:val="00D572D7"/>
    <w:rsid w:val="00D5747C"/>
    <w:rsid w:val="00D57517"/>
    <w:rsid w:val="00D577C3"/>
    <w:rsid w:val="00D57B84"/>
    <w:rsid w:val="00D57DF6"/>
    <w:rsid w:val="00D60152"/>
    <w:rsid w:val="00D602BA"/>
    <w:rsid w:val="00D6047A"/>
    <w:rsid w:val="00D60507"/>
    <w:rsid w:val="00D60796"/>
    <w:rsid w:val="00D60A57"/>
    <w:rsid w:val="00D60B5D"/>
    <w:rsid w:val="00D60E92"/>
    <w:rsid w:val="00D61D06"/>
    <w:rsid w:val="00D623F1"/>
    <w:rsid w:val="00D63305"/>
    <w:rsid w:val="00D63406"/>
    <w:rsid w:val="00D63956"/>
    <w:rsid w:val="00D63D2B"/>
    <w:rsid w:val="00D65446"/>
    <w:rsid w:val="00D66DB4"/>
    <w:rsid w:val="00D673C0"/>
    <w:rsid w:val="00D67A5A"/>
    <w:rsid w:val="00D72059"/>
    <w:rsid w:val="00D725C1"/>
    <w:rsid w:val="00D72615"/>
    <w:rsid w:val="00D72C46"/>
    <w:rsid w:val="00D733EF"/>
    <w:rsid w:val="00D74357"/>
    <w:rsid w:val="00D754D1"/>
    <w:rsid w:val="00D767BD"/>
    <w:rsid w:val="00D773C2"/>
    <w:rsid w:val="00D77FCD"/>
    <w:rsid w:val="00D77FD0"/>
    <w:rsid w:val="00D80525"/>
    <w:rsid w:val="00D81472"/>
    <w:rsid w:val="00D815A6"/>
    <w:rsid w:val="00D81FFF"/>
    <w:rsid w:val="00D8252F"/>
    <w:rsid w:val="00D832CA"/>
    <w:rsid w:val="00D839B9"/>
    <w:rsid w:val="00D84110"/>
    <w:rsid w:val="00D845F0"/>
    <w:rsid w:val="00D853E6"/>
    <w:rsid w:val="00D856F8"/>
    <w:rsid w:val="00D85C7F"/>
    <w:rsid w:val="00D87089"/>
    <w:rsid w:val="00D8780F"/>
    <w:rsid w:val="00D87F6C"/>
    <w:rsid w:val="00D903C7"/>
    <w:rsid w:val="00D9067E"/>
    <w:rsid w:val="00D910E4"/>
    <w:rsid w:val="00D9139B"/>
    <w:rsid w:val="00D916AC"/>
    <w:rsid w:val="00D919E3"/>
    <w:rsid w:val="00D91B1E"/>
    <w:rsid w:val="00D91CFA"/>
    <w:rsid w:val="00D92F33"/>
    <w:rsid w:val="00D9327A"/>
    <w:rsid w:val="00D9335C"/>
    <w:rsid w:val="00D93F6F"/>
    <w:rsid w:val="00D9444F"/>
    <w:rsid w:val="00D946DC"/>
    <w:rsid w:val="00D94904"/>
    <w:rsid w:val="00D94924"/>
    <w:rsid w:val="00D96EE4"/>
    <w:rsid w:val="00D97B79"/>
    <w:rsid w:val="00DA3625"/>
    <w:rsid w:val="00DA394F"/>
    <w:rsid w:val="00DA3A46"/>
    <w:rsid w:val="00DA40FD"/>
    <w:rsid w:val="00DA4334"/>
    <w:rsid w:val="00DA47AF"/>
    <w:rsid w:val="00DA52DF"/>
    <w:rsid w:val="00DA5547"/>
    <w:rsid w:val="00DA5648"/>
    <w:rsid w:val="00DA5730"/>
    <w:rsid w:val="00DA5846"/>
    <w:rsid w:val="00DA5BF6"/>
    <w:rsid w:val="00DA5DCC"/>
    <w:rsid w:val="00DA6773"/>
    <w:rsid w:val="00DA6BD6"/>
    <w:rsid w:val="00DA6D41"/>
    <w:rsid w:val="00DA7B01"/>
    <w:rsid w:val="00DA7B33"/>
    <w:rsid w:val="00DB163A"/>
    <w:rsid w:val="00DB294F"/>
    <w:rsid w:val="00DB31BF"/>
    <w:rsid w:val="00DB528C"/>
    <w:rsid w:val="00DB56F8"/>
    <w:rsid w:val="00DB5D10"/>
    <w:rsid w:val="00DB74A3"/>
    <w:rsid w:val="00DB7526"/>
    <w:rsid w:val="00DC0B12"/>
    <w:rsid w:val="00DC2741"/>
    <w:rsid w:val="00DC2842"/>
    <w:rsid w:val="00DC2A2B"/>
    <w:rsid w:val="00DC31E3"/>
    <w:rsid w:val="00DC380B"/>
    <w:rsid w:val="00DC3860"/>
    <w:rsid w:val="00DC3B77"/>
    <w:rsid w:val="00DC44F6"/>
    <w:rsid w:val="00DC4A74"/>
    <w:rsid w:val="00DC537F"/>
    <w:rsid w:val="00DC5651"/>
    <w:rsid w:val="00DC76AB"/>
    <w:rsid w:val="00DD1117"/>
    <w:rsid w:val="00DD1CEE"/>
    <w:rsid w:val="00DD2589"/>
    <w:rsid w:val="00DD2E2A"/>
    <w:rsid w:val="00DD3045"/>
    <w:rsid w:val="00DD34EB"/>
    <w:rsid w:val="00DD36F9"/>
    <w:rsid w:val="00DD3735"/>
    <w:rsid w:val="00DD443E"/>
    <w:rsid w:val="00DD44F8"/>
    <w:rsid w:val="00DD45E0"/>
    <w:rsid w:val="00DD47B8"/>
    <w:rsid w:val="00DD5C2C"/>
    <w:rsid w:val="00DD7C45"/>
    <w:rsid w:val="00DE0014"/>
    <w:rsid w:val="00DE0F3E"/>
    <w:rsid w:val="00DE11EF"/>
    <w:rsid w:val="00DE1915"/>
    <w:rsid w:val="00DE1C2D"/>
    <w:rsid w:val="00DE1CDB"/>
    <w:rsid w:val="00DE2208"/>
    <w:rsid w:val="00DE33CC"/>
    <w:rsid w:val="00DE47A4"/>
    <w:rsid w:val="00DE554D"/>
    <w:rsid w:val="00DE57AA"/>
    <w:rsid w:val="00DE5844"/>
    <w:rsid w:val="00DE5E4D"/>
    <w:rsid w:val="00DE60EB"/>
    <w:rsid w:val="00DE6B32"/>
    <w:rsid w:val="00DE7081"/>
    <w:rsid w:val="00DE7926"/>
    <w:rsid w:val="00DE7AE8"/>
    <w:rsid w:val="00DF06A7"/>
    <w:rsid w:val="00DF09CA"/>
    <w:rsid w:val="00DF0B0A"/>
    <w:rsid w:val="00DF1664"/>
    <w:rsid w:val="00DF1D8E"/>
    <w:rsid w:val="00DF1F66"/>
    <w:rsid w:val="00DF22F0"/>
    <w:rsid w:val="00DF2AC5"/>
    <w:rsid w:val="00DF2BD8"/>
    <w:rsid w:val="00DF343B"/>
    <w:rsid w:val="00DF347B"/>
    <w:rsid w:val="00DF4807"/>
    <w:rsid w:val="00DF584B"/>
    <w:rsid w:val="00DF6671"/>
    <w:rsid w:val="00DF6F82"/>
    <w:rsid w:val="00DF7C88"/>
    <w:rsid w:val="00E00CAE"/>
    <w:rsid w:val="00E00FF3"/>
    <w:rsid w:val="00E012AA"/>
    <w:rsid w:val="00E019F7"/>
    <w:rsid w:val="00E027DB"/>
    <w:rsid w:val="00E0425E"/>
    <w:rsid w:val="00E048F6"/>
    <w:rsid w:val="00E04ED0"/>
    <w:rsid w:val="00E05D2E"/>
    <w:rsid w:val="00E05FE1"/>
    <w:rsid w:val="00E10A48"/>
    <w:rsid w:val="00E1326F"/>
    <w:rsid w:val="00E15C69"/>
    <w:rsid w:val="00E15EF8"/>
    <w:rsid w:val="00E171C2"/>
    <w:rsid w:val="00E17229"/>
    <w:rsid w:val="00E1789D"/>
    <w:rsid w:val="00E17E7F"/>
    <w:rsid w:val="00E17FCB"/>
    <w:rsid w:val="00E20CAD"/>
    <w:rsid w:val="00E21F0F"/>
    <w:rsid w:val="00E2226F"/>
    <w:rsid w:val="00E229AE"/>
    <w:rsid w:val="00E22AF5"/>
    <w:rsid w:val="00E23BA7"/>
    <w:rsid w:val="00E24790"/>
    <w:rsid w:val="00E24DC2"/>
    <w:rsid w:val="00E25170"/>
    <w:rsid w:val="00E26A32"/>
    <w:rsid w:val="00E277E8"/>
    <w:rsid w:val="00E2785B"/>
    <w:rsid w:val="00E27BCD"/>
    <w:rsid w:val="00E27D2B"/>
    <w:rsid w:val="00E301DF"/>
    <w:rsid w:val="00E314C5"/>
    <w:rsid w:val="00E322A5"/>
    <w:rsid w:val="00E32D07"/>
    <w:rsid w:val="00E337F6"/>
    <w:rsid w:val="00E33A16"/>
    <w:rsid w:val="00E34D21"/>
    <w:rsid w:val="00E34E55"/>
    <w:rsid w:val="00E373D4"/>
    <w:rsid w:val="00E37539"/>
    <w:rsid w:val="00E3772A"/>
    <w:rsid w:val="00E37F90"/>
    <w:rsid w:val="00E407EA"/>
    <w:rsid w:val="00E4212B"/>
    <w:rsid w:val="00E42A6C"/>
    <w:rsid w:val="00E42D56"/>
    <w:rsid w:val="00E43E60"/>
    <w:rsid w:val="00E43E76"/>
    <w:rsid w:val="00E451C2"/>
    <w:rsid w:val="00E456C8"/>
    <w:rsid w:val="00E4659F"/>
    <w:rsid w:val="00E468EC"/>
    <w:rsid w:val="00E4724D"/>
    <w:rsid w:val="00E474DE"/>
    <w:rsid w:val="00E47D8A"/>
    <w:rsid w:val="00E506F4"/>
    <w:rsid w:val="00E52524"/>
    <w:rsid w:val="00E52A93"/>
    <w:rsid w:val="00E53084"/>
    <w:rsid w:val="00E54A0C"/>
    <w:rsid w:val="00E552AD"/>
    <w:rsid w:val="00E556D4"/>
    <w:rsid w:val="00E55F40"/>
    <w:rsid w:val="00E57504"/>
    <w:rsid w:val="00E57993"/>
    <w:rsid w:val="00E60517"/>
    <w:rsid w:val="00E60825"/>
    <w:rsid w:val="00E60BCC"/>
    <w:rsid w:val="00E612DB"/>
    <w:rsid w:val="00E613FD"/>
    <w:rsid w:val="00E61749"/>
    <w:rsid w:val="00E62D2D"/>
    <w:rsid w:val="00E634E2"/>
    <w:rsid w:val="00E63A3E"/>
    <w:rsid w:val="00E64546"/>
    <w:rsid w:val="00E6455D"/>
    <w:rsid w:val="00E6465F"/>
    <w:rsid w:val="00E65B1D"/>
    <w:rsid w:val="00E66162"/>
    <w:rsid w:val="00E705BF"/>
    <w:rsid w:val="00E71A21"/>
    <w:rsid w:val="00E724D6"/>
    <w:rsid w:val="00E72BD5"/>
    <w:rsid w:val="00E74832"/>
    <w:rsid w:val="00E74AC7"/>
    <w:rsid w:val="00E74E8F"/>
    <w:rsid w:val="00E76BC8"/>
    <w:rsid w:val="00E77311"/>
    <w:rsid w:val="00E8088B"/>
    <w:rsid w:val="00E80F24"/>
    <w:rsid w:val="00E8103F"/>
    <w:rsid w:val="00E810FA"/>
    <w:rsid w:val="00E8311D"/>
    <w:rsid w:val="00E834D2"/>
    <w:rsid w:val="00E8405A"/>
    <w:rsid w:val="00E843E9"/>
    <w:rsid w:val="00E85A69"/>
    <w:rsid w:val="00E85E03"/>
    <w:rsid w:val="00E866EB"/>
    <w:rsid w:val="00E86C6E"/>
    <w:rsid w:val="00E8746A"/>
    <w:rsid w:val="00E906FE"/>
    <w:rsid w:val="00E907CD"/>
    <w:rsid w:val="00E912E0"/>
    <w:rsid w:val="00E915A5"/>
    <w:rsid w:val="00E92032"/>
    <w:rsid w:val="00E92F5D"/>
    <w:rsid w:val="00E93165"/>
    <w:rsid w:val="00E9386D"/>
    <w:rsid w:val="00E94518"/>
    <w:rsid w:val="00E95439"/>
    <w:rsid w:val="00E95A20"/>
    <w:rsid w:val="00E95E61"/>
    <w:rsid w:val="00E960EB"/>
    <w:rsid w:val="00E97C0F"/>
    <w:rsid w:val="00EA0119"/>
    <w:rsid w:val="00EA07AF"/>
    <w:rsid w:val="00EA09DB"/>
    <w:rsid w:val="00EA109F"/>
    <w:rsid w:val="00EA11B5"/>
    <w:rsid w:val="00EA1753"/>
    <w:rsid w:val="00EA335B"/>
    <w:rsid w:val="00EA3446"/>
    <w:rsid w:val="00EA34FA"/>
    <w:rsid w:val="00EA3568"/>
    <w:rsid w:val="00EA3B04"/>
    <w:rsid w:val="00EA538D"/>
    <w:rsid w:val="00EA53BE"/>
    <w:rsid w:val="00EA5B95"/>
    <w:rsid w:val="00EA71B1"/>
    <w:rsid w:val="00EB16E3"/>
    <w:rsid w:val="00EB1DC8"/>
    <w:rsid w:val="00EB1F92"/>
    <w:rsid w:val="00EB3759"/>
    <w:rsid w:val="00EB37C5"/>
    <w:rsid w:val="00EB3A8D"/>
    <w:rsid w:val="00EB4817"/>
    <w:rsid w:val="00EB4BFD"/>
    <w:rsid w:val="00EB4F1A"/>
    <w:rsid w:val="00EB563E"/>
    <w:rsid w:val="00EB5E84"/>
    <w:rsid w:val="00EB64E6"/>
    <w:rsid w:val="00EB6E56"/>
    <w:rsid w:val="00EB79B2"/>
    <w:rsid w:val="00EC0D48"/>
    <w:rsid w:val="00EC1443"/>
    <w:rsid w:val="00EC1C01"/>
    <w:rsid w:val="00EC1D8C"/>
    <w:rsid w:val="00EC1D94"/>
    <w:rsid w:val="00EC2BE9"/>
    <w:rsid w:val="00EC31A7"/>
    <w:rsid w:val="00EC39C7"/>
    <w:rsid w:val="00EC3B15"/>
    <w:rsid w:val="00EC3BBF"/>
    <w:rsid w:val="00EC3E75"/>
    <w:rsid w:val="00EC4101"/>
    <w:rsid w:val="00EC5056"/>
    <w:rsid w:val="00EC5C5F"/>
    <w:rsid w:val="00EC5F60"/>
    <w:rsid w:val="00EC6B98"/>
    <w:rsid w:val="00EC72D6"/>
    <w:rsid w:val="00ED205C"/>
    <w:rsid w:val="00ED27D0"/>
    <w:rsid w:val="00ED29D7"/>
    <w:rsid w:val="00ED2C56"/>
    <w:rsid w:val="00ED2CC5"/>
    <w:rsid w:val="00ED4A0C"/>
    <w:rsid w:val="00ED4D5A"/>
    <w:rsid w:val="00EE00DC"/>
    <w:rsid w:val="00EE0FC2"/>
    <w:rsid w:val="00EE32C4"/>
    <w:rsid w:val="00EE33B7"/>
    <w:rsid w:val="00EE3588"/>
    <w:rsid w:val="00EE35BF"/>
    <w:rsid w:val="00EE412B"/>
    <w:rsid w:val="00EE468A"/>
    <w:rsid w:val="00EE5FEF"/>
    <w:rsid w:val="00EE69D9"/>
    <w:rsid w:val="00EF089F"/>
    <w:rsid w:val="00EF2215"/>
    <w:rsid w:val="00EF2FAC"/>
    <w:rsid w:val="00EF3253"/>
    <w:rsid w:val="00EF34C0"/>
    <w:rsid w:val="00EF375F"/>
    <w:rsid w:val="00EF434A"/>
    <w:rsid w:val="00EF4D6C"/>
    <w:rsid w:val="00EF54E6"/>
    <w:rsid w:val="00EF5B32"/>
    <w:rsid w:val="00EF5F15"/>
    <w:rsid w:val="00EF6520"/>
    <w:rsid w:val="00EF6551"/>
    <w:rsid w:val="00EF7D64"/>
    <w:rsid w:val="00F00F29"/>
    <w:rsid w:val="00F018E7"/>
    <w:rsid w:val="00F0236F"/>
    <w:rsid w:val="00F0264D"/>
    <w:rsid w:val="00F030B0"/>
    <w:rsid w:val="00F03612"/>
    <w:rsid w:val="00F036E7"/>
    <w:rsid w:val="00F038F0"/>
    <w:rsid w:val="00F04994"/>
    <w:rsid w:val="00F0540A"/>
    <w:rsid w:val="00F05FE0"/>
    <w:rsid w:val="00F06C7C"/>
    <w:rsid w:val="00F0789A"/>
    <w:rsid w:val="00F10B0D"/>
    <w:rsid w:val="00F10B26"/>
    <w:rsid w:val="00F10C69"/>
    <w:rsid w:val="00F11495"/>
    <w:rsid w:val="00F118A2"/>
    <w:rsid w:val="00F11B07"/>
    <w:rsid w:val="00F13588"/>
    <w:rsid w:val="00F14C45"/>
    <w:rsid w:val="00F172BD"/>
    <w:rsid w:val="00F203C5"/>
    <w:rsid w:val="00F20A08"/>
    <w:rsid w:val="00F20C74"/>
    <w:rsid w:val="00F211F6"/>
    <w:rsid w:val="00F21270"/>
    <w:rsid w:val="00F2185A"/>
    <w:rsid w:val="00F2196B"/>
    <w:rsid w:val="00F21E34"/>
    <w:rsid w:val="00F220A0"/>
    <w:rsid w:val="00F22804"/>
    <w:rsid w:val="00F23260"/>
    <w:rsid w:val="00F23596"/>
    <w:rsid w:val="00F235AE"/>
    <w:rsid w:val="00F2372A"/>
    <w:rsid w:val="00F276D5"/>
    <w:rsid w:val="00F277F6"/>
    <w:rsid w:val="00F302F6"/>
    <w:rsid w:val="00F303B1"/>
    <w:rsid w:val="00F310DE"/>
    <w:rsid w:val="00F31F06"/>
    <w:rsid w:val="00F320C4"/>
    <w:rsid w:val="00F32726"/>
    <w:rsid w:val="00F32A91"/>
    <w:rsid w:val="00F34B3A"/>
    <w:rsid w:val="00F35E88"/>
    <w:rsid w:val="00F369B8"/>
    <w:rsid w:val="00F36FD1"/>
    <w:rsid w:val="00F4005D"/>
    <w:rsid w:val="00F40363"/>
    <w:rsid w:val="00F407E4"/>
    <w:rsid w:val="00F408BB"/>
    <w:rsid w:val="00F413AC"/>
    <w:rsid w:val="00F417FD"/>
    <w:rsid w:val="00F41E2F"/>
    <w:rsid w:val="00F42F35"/>
    <w:rsid w:val="00F42F54"/>
    <w:rsid w:val="00F45621"/>
    <w:rsid w:val="00F47FF3"/>
    <w:rsid w:val="00F5003B"/>
    <w:rsid w:val="00F514A4"/>
    <w:rsid w:val="00F51823"/>
    <w:rsid w:val="00F52262"/>
    <w:rsid w:val="00F52488"/>
    <w:rsid w:val="00F528E0"/>
    <w:rsid w:val="00F534A4"/>
    <w:rsid w:val="00F543C6"/>
    <w:rsid w:val="00F544F4"/>
    <w:rsid w:val="00F548F4"/>
    <w:rsid w:val="00F54D0E"/>
    <w:rsid w:val="00F55251"/>
    <w:rsid w:val="00F5537A"/>
    <w:rsid w:val="00F557D7"/>
    <w:rsid w:val="00F56073"/>
    <w:rsid w:val="00F5685D"/>
    <w:rsid w:val="00F60355"/>
    <w:rsid w:val="00F61C88"/>
    <w:rsid w:val="00F61D6E"/>
    <w:rsid w:val="00F62720"/>
    <w:rsid w:val="00F63624"/>
    <w:rsid w:val="00F63A1F"/>
    <w:rsid w:val="00F64A6C"/>
    <w:rsid w:val="00F65EC2"/>
    <w:rsid w:val="00F66E86"/>
    <w:rsid w:val="00F674C2"/>
    <w:rsid w:val="00F67A0D"/>
    <w:rsid w:val="00F67E5B"/>
    <w:rsid w:val="00F752FA"/>
    <w:rsid w:val="00F75674"/>
    <w:rsid w:val="00F76F26"/>
    <w:rsid w:val="00F77334"/>
    <w:rsid w:val="00F80C8A"/>
    <w:rsid w:val="00F81147"/>
    <w:rsid w:val="00F81E05"/>
    <w:rsid w:val="00F81EA0"/>
    <w:rsid w:val="00F820B4"/>
    <w:rsid w:val="00F82921"/>
    <w:rsid w:val="00F82CBB"/>
    <w:rsid w:val="00F83B02"/>
    <w:rsid w:val="00F8466B"/>
    <w:rsid w:val="00F84671"/>
    <w:rsid w:val="00F852C6"/>
    <w:rsid w:val="00F867C9"/>
    <w:rsid w:val="00F86815"/>
    <w:rsid w:val="00F86BF1"/>
    <w:rsid w:val="00F8732E"/>
    <w:rsid w:val="00F925E6"/>
    <w:rsid w:val="00F92A78"/>
    <w:rsid w:val="00F936E4"/>
    <w:rsid w:val="00F93BBD"/>
    <w:rsid w:val="00F9412B"/>
    <w:rsid w:val="00F95075"/>
    <w:rsid w:val="00F95532"/>
    <w:rsid w:val="00F9608F"/>
    <w:rsid w:val="00F96CF7"/>
    <w:rsid w:val="00F9701F"/>
    <w:rsid w:val="00F9748A"/>
    <w:rsid w:val="00F976DB"/>
    <w:rsid w:val="00F978D8"/>
    <w:rsid w:val="00F97D08"/>
    <w:rsid w:val="00FA04EA"/>
    <w:rsid w:val="00FA0B77"/>
    <w:rsid w:val="00FA214D"/>
    <w:rsid w:val="00FA24E4"/>
    <w:rsid w:val="00FA3396"/>
    <w:rsid w:val="00FA4697"/>
    <w:rsid w:val="00FA561D"/>
    <w:rsid w:val="00FA7FDE"/>
    <w:rsid w:val="00FB29EA"/>
    <w:rsid w:val="00FB2D83"/>
    <w:rsid w:val="00FB42A4"/>
    <w:rsid w:val="00FB42B3"/>
    <w:rsid w:val="00FB54B3"/>
    <w:rsid w:val="00FB559D"/>
    <w:rsid w:val="00FB6415"/>
    <w:rsid w:val="00FB7ED9"/>
    <w:rsid w:val="00FB7F38"/>
    <w:rsid w:val="00FC04CB"/>
    <w:rsid w:val="00FC0B32"/>
    <w:rsid w:val="00FC1DB7"/>
    <w:rsid w:val="00FC1ED3"/>
    <w:rsid w:val="00FC2196"/>
    <w:rsid w:val="00FC2842"/>
    <w:rsid w:val="00FC3237"/>
    <w:rsid w:val="00FC32AE"/>
    <w:rsid w:val="00FC3981"/>
    <w:rsid w:val="00FC40C4"/>
    <w:rsid w:val="00FC4205"/>
    <w:rsid w:val="00FC461B"/>
    <w:rsid w:val="00FC53C7"/>
    <w:rsid w:val="00FC56AC"/>
    <w:rsid w:val="00FC5CCC"/>
    <w:rsid w:val="00FC5D59"/>
    <w:rsid w:val="00FC72AF"/>
    <w:rsid w:val="00FC731D"/>
    <w:rsid w:val="00FC7546"/>
    <w:rsid w:val="00FD114F"/>
    <w:rsid w:val="00FD1318"/>
    <w:rsid w:val="00FD2587"/>
    <w:rsid w:val="00FD28A7"/>
    <w:rsid w:val="00FD2A5C"/>
    <w:rsid w:val="00FD2EFB"/>
    <w:rsid w:val="00FD3CAC"/>
    <w:rsid w:val="00FD465C"/>
    <w:rsid w:val="00FD4C41"/>
    <w:rsid w:val="00FD5D8C"/>
    <w:rsid w:val="00FD6605"/>
    <w:rsid w:val="00FD7900"/>
    <w:rsid w:val="00FE030F"/>
    <w:rsid w:val="00FE0BFC"/>
    <w:rsid w:val="00FE0D39"/>
    <w:rsid w:val="00FE1282"/>
    <w:rsid w:val="00FE1A7A"/>
    <w:rsid w:val="00FE3879"/>
    <w:rsid w:val="00FE38E3"/>
    <w:rsid w:val="00FE3F6B"/>
    <w:rsid w:val="00FE4151"/>
    <w:rsid w:val="00FE471C"/>
    <w:rsid w:val="00FE4EEF"/>
    <w:rsid w:val="00FE698F"/>
    <w:rsid w:val="00FE71F1"/>
    <w:rsid w:val="00FE77C7"/>
    <w:rsid w:val="00FE7C85"/>
    <w:rsid w:val="00FE7F72"/>
    <w:rsid w:val="00FF04D1"/>
    <w:rsid w:val="00FF0DB9"/>
    <w:rsid w:val="00FF0EAF"/>
    <w:rsid w:val="00FF1A04"/>
    <w:rsid w:val="00FF1FF1"/>
    <w:rsid w:val="00FF3304"/>
    <w:rsid w:val="00FF3A90"/>
    <w:rsid w:val="00FF3AA6"/>
    <w:rsid w:val="00FF3C04"/>
    <w:rsid w:val="00FF462F"/>
    <w:rsid w:val="00FF46E6"/>
    <w:rsid w:val="00FF5173"/>
    <w:rsid w:val="00FF5B17"/>
    <w:rsid w:val="00FF5B8D"/>
    <w:rsid w:val="00FF6C5F"/>
    <w:rsid w:val="00FF7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B9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65</Words>
  <Characters>375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PARTICIPANT’S INFORMATION</dc:title>
  <dc:subject/>
  <dc:creator>Loess Hills</dc:creator>
  <cp:keywords/>
  <dc:description/>
  <cp:lastModifiedBy>schreiberk</cp:lastModifiedBy>
  <cp:revision>2</cp:revision>
  <dcterms:created xsi:type="dcterms:W3CDTF">2009-09-09T16:51:00Z</dcterms:created>
  <dcterms:modified xsi:type="dcterms:W3CDTF">2009-09-09T16:51:00Z</dcterms:modified>
</cp:coreProperties>
</file>